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4396"/>
        <w:gridCol w:w="1085"/>
        <w:gridCol w:w="5333"/>
      </w:tblGrid>
      <w:tr w:rsidR="002B4EBF" w:rsidRPr="002B4EBF" w:rsidTr="0016528D">
        <w:trPr>
          <w:trHeight w:val="288"/>
          <w:jc w:val="center"/>
        </w:trPr>
        <w:tc>
          <w:tcPr>
            <w:tcW w:w="4378" w:type="dxa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bookmarkStart w:id="0" w:name="_GoBack"/>
            <w:bookmarkEnd w:id="0"/>
            <w:r w:rsidRPr="001028A0">
              <w:rPr>
                <w:rFonts w:ascii="Cambria" w:hAnsi="Cambria"/>
                <w:b/>
                <w:sz w:val="18"/>
                <w:szCs w:val="18"/>
              </w:rPr>
              <w:t>Appointment:</w:t>
            </w:r>
          </w:p>
          <w:p w:rsidR="002B4EBF" w:rsidRPr="001028A0" w:rsidRDefault="002B4EBF" w:rsidP="002B4EBF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Canceled: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5C0C08">
              <w:rPr>
                <w:rFonts w:ascii="Cambria" w:hAnsi="Cambria"/>
                <w:sz w:val="18"/>
                <w:szCs w:val="18"/>
              </w:rPr>
            </w:r>
            <w:r w:rsidR="005C0C08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1028A0">
              <w:rPr>
                <w:rFonts w:ascii="Cambria" w:hAnsi="Cambria"/>
                <w:sz w:val="18"/>
                <w:szCs w:val="18"/>
              </w:rPr>
              <w:t xml:space="preserve"> Yes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5C0C08">
              <w:rPr>
                <w:rFonts w:ascii="Cambria" w:hAnsi="Cambria"/>
                <w:sz w:val="18"/>
                <w:szCs w:val="18"/>
              </w:rPr>
            </w:r>
            <w:r w:rsidR="005C0C08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1028A0">
              <w:rPr>
                <w:rFonts w:ascii="Cambria" w:hAnsi="Cambria"/>
                <w:sz w:val="18"/>
                <w:szCs w:val="18"/>
              </w:rPr>
              <w:t>No</w:t>
            </w: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No Show:</w:t>
            </w:r>
            <w:r w:rsidRPr="001028A0">
              <w:rPr>
                <w:rFonts w:ascii="Cambria" w:hAnsi="Cambria"/>
                <w:sz w:val="18"/>
                <w:szCs w:val="18"/>
              </w:rPr>
              <w:t xml:space="preserve">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5C0C08">
              <w:rPr>
                <w:rFonts w:ascii="Cambria" w:hAnsi="Cambria"/>
                <w:sz w:val="18"/>
                <w:szCs w:val="18"/>
              </w:rPr>
            </w:r>
            <w:r w:rsidR="005C0C08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bookmarkEnd w:id="1"/>
            <w:r w:rsidRPr="001028A0">
              <w:rPr>
                <w:rFonts w:ascii="Cambria" w:hAnsi="Cambria"/>
                <w:sz w:val="18"/>
                <w:szCs w:val="18"/>
              </w:rPr>
              <w:t xml:space="preserve"> Yes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5C0C08">
              <w:rPr>
                <w:rFonts w:ascii="Cambria" w:hAnsi="Cambria"/>
                <w:sz w:val="18"/>
                <w:szCs w:val="18"/>
              </w:rPr>
            </w:r>
            <w:r w:rsidR="005C0C08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bookmarkEnd w:id="2"/>
            <w:r w:rsidRPr="001028A0">
              <w:rPr>
                <w:rFonts w:ascii="Cambria" w:hAnsi="Cambria"/>
                <w:sz w:val="18"/>
                <w:szCs w:val="18"/>
              </w:rPr>
              <w:t xml:space="preserve">No </w:t>
            </w:r>
          </w:p>
        </w:tc>
        <w:tc>
          <w:tcPr>
            <w:tcW w:w="6390" w:type="dxa"/>
            <w:gridSpan w:val="2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Cancellation Reason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No Selection&gt;"/>
                    <w:listEntry w:val="Absent from School"/>
                    <w:listEntry w:val="Did Not Receive Reminder Call"/>
                    <w:listEntry w:val="Forgot"/>
                    <w:listEntry w:val="Hospitalization"/>
                    <w:listEntry w:val="Illness"/>
                    <w:listEntry w:val="Insurance or Payment Issue"/>
                    <w:listEntry w:val="Lack of Childcare"/>
                    <w:listEntry w:val="No Longer Interested in Services"/>
                    <w:listEntry w:val="Other"/>
                    <w:listEntry w:val="Scheduling Conflict"/>
                    <w:listEntry w:val="School Closed"/>
                    <w:listEntry w:val="Transportation"/>
                    <w:listEntry w:val="Unknown"/>
                    <w:listEntry w:val="Work Conflict"/>
                    <w:listEntry w:val="Weather"/>
                    <w:listEntry w:val="No Show"/>
                  </w:ddList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FORMDROPDOWN </w:instrText>
            </w:r>
            <w:r w:rsidR="005C0C08">
              <w:rPr>
                <w:rFonts w:ascii="Cambria" w:hAnsi="Cambria"/>
                <w:b/>
                <w:sz w:val="18"/>
                <w:szCs w:val="18"/>
              </w:rPr>
            </w:r>
            <w:r w:rsidR="005C0C08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</w:tr>
      <w:tr w:rsidR="002B4EBF" w:rsidRPr="002B4EBF" w:rsidTr="0016528D">
        <w:trPr>
          <w:trHeight w:val="288"/>
          <w:jc w:val="center"/>
        </w:trPr>
        <w:tc>
          <w:tcPr>
            <w:tcW w:w="5458" w:type="dxa"/>
            <w:gridSpan w:val="2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Was the client rescheduled 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Select&gt;"/>
                    <w:listEntry w:val="Yes"/>
                    <w:listEntry w:val="No"/>
                  </w:ddList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FORMDROPDOWN </w:instrText>
            </w:r>
            <w:r w:rsidR="005C0C08">
              <w:rPr>
                <w:rFonts w:ascii="Cambria" w:hAnsi="Cambria"/>
                <w:b/>
                <w:sz w:val="18"/>
                <w:szCs w:val="18"/>
              </w:rPr>
            </w:r>
            <w:r w:rsidR="005C0C08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310" w:type="dxa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New Appt Date/Time: 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FORMTEXT </w:instrText>
            </w:r>
            <w:r w:rsidRPr="001028A0">
              <w:rPr>
                <w:rFonts w:ascii="Cambria" w:hAnsi="Cambria"/>
                <w:b/>
                <w:sz w:val="18"/>
                <w:szCs w:val="18"/>
              </w:rP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</w:tr>
      <w:tr w:rsidR="002B4EBF" w:rsidRPr="002B4EBF" w:rsidTr="0016528D">
        <w:trPr>
          <w:trHeight w:val="288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Cancel/No Show Notes: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FORMTEXT </w:instrText>
            </w:r>
            <w:r w:rsidRPr="001028A0">
              <w:rPr>
                <w:rFonts w:ascii="Cambria" w:hAnsi="Cambria"/>
                <w:b/>
                <w:sz w:val="18"/>
                <w:szCs w:val="18"/>
              </w:rP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  <w:bookmarkEnd w:id="3"/>
          </w:p>
        </w:tc>
      </w:tr>
    </w:tbl>
    <w:p w:rsidR="002B4EBF" w:rsidRDefault="002B4EBF"/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591"/>
        <w:gridCol w:w="3612"/>
        <w:gridCol w:w="3611"/>
      </w:tblGrid>
      <w:tr w:rsidR="00FD7F50" w:rsidRPr="00B4388F" w:rsidTr="00400DC7">
        <w:trPr>
          <w:cantSplit/>
          <w:jc w:val="center"/>
        </w:trPr>
        <w:tc>
          <w:tcPr>
            <w:tcW w:w="10814" w:type="dxa"/>
            <w:gridSpan w:val="3"/>
            <w:shd w:val="clear" w:color="auto" w:fill="D9D9D9"/>
          </w:tcPr>
          <w:p w:rsidR="00FD7F50" w:rsidRPr="001028A0" w:rsidRDefault="00FD7F50" w:rsidP="004E1F76">
            <w:pPr>
              <w:spacing w:after="0"/>
              <w:jc w:val="center"/>
              <w:rPr>
                <w:rFonts w:ascii="Cambria" w:hAnsi="Cambria"/>
              </w:rPr>
            </w:pPr>
            <w:r w:rsidRPr="001028A0">
              <w:rPr>
                <w:rStyle w:val="Strong"/>
                <w:rFonts w:ascii="Cambria" w:eastAsia="SimSun" w:hAnsi="Cambria"/>
              </w:rPr>
              <w:t>Client Information</w:t>
            </w:r>
          </w:p>
        </w:tc>
      </w:tr>
      <w:tr w:rsidR="00FD7F50" w:rsidRPr="00B4388F" w:rsidTr="00400DC7">
        <w:trPr>
          <w:cantSplit/>
          <w:jc w:val="center"/>
        </w:trPr>
        <w:tc>
          <w:tcPr>
            <w:tcW w:w="3591" w:type="dxa"/>
            <w:shd w:val="clear" w:color="auto" w:fill="auto"/>
          </w:tcPr>
          <w:p w:rsidR="00FD7F50" w:rsidRPr="001028A0" w:rsidRDefault="00FD7F50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DOB</w:t>
            </w:r>
          </w:p>
          <w:p w:rsidR="00FD7F50" w:rsidRPr="001028A0" w:rsidRDefault="00EE2FC8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color w:val="000000"/>
                <w:sz w:val="18"/>
                <w:szCs w:val="18"/>
              </w:rPr>
              <w:t xml:space="preserve">&amp;CLTBMM&amp;/&amp;CLTBDD&amp;/&amp;CLTBYR&amp;             </w:t>
            </w:r>
          </w:p>
        </w:tc>
        <w:tc>
          <w:tcPr>
            <w:tcW w:w="3612" w:type="dxa"/>
            <w:shd w:val="clear" w:color="auto" w:fill="auto"/>
          </w:tcPr>
          <w:p w:rsidR="00FD7F50" w:rsidRPr="001028A0" w:rsidRDefault="00FD7F50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Age</w:t>
            </w:r>
          </w:p>
          <w:p w:rsidR="00FD7F50" w:rsidRPr="001028A0" w:rsidRDefault="00FD7F50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&amp;CLTAGE&amp;</w:t>
            </w:r>
          </w:p>
        </w:tc>
        <w:tc>
          <w:tcPr>
            <w:tcW w:w="3611" w:type="dxa"/>
            <w:shd w:val="clear" w:color="auto" w:fill="auto"/>
          </w:tcPr>
          <w:p w:rsidR="00FD7F50" w:rsidRPr="001028A0" w:rsidRDefault="00D67469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Gender</w:t>
            </w:r>
          </w:p>
          <w:p w:rsidR="00D67469" w:rsidRPr="001028A0" w:rsidRDefault="00D67469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&amp;CLTSEXDSC&amp;</w:t>
            </w:r>
          </w:p>
        </w:tc>
      </w:tr>
      <w:tr w:rsidR="00A636B8" w:rsidRPr="00B4388F" w:rsidTr="006166BF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A636B8" w:rsidRPr="001028A0" w:rsidRDefault="00A636B8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Race</w:t>
            </w:r>
          </w:p>
          <w:p w:rsidR="00A636B8" w:rsidRPr="001028A0" w:rsidRDefault="00A636B8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&amp;cltasmnar939&amp;&amp;cltasmnar937&amp;&amp;cltasmnar938&amp;&amp;cltasmnar941&amp;&amp;cltasmnar940&amp;</w:t>
            </w:r>
          </w:p>
        </w:tc>
      </w:tr>
      <w:tr w:rsidR="00D506C4" w:rsidRPr="00B4388F" w:rsidTr="00BA10CE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D506C4" w:rsidRPr="001028A0" w:rsidRDefault="00D506C4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Referral Source and Reason for Referral</w:t>
            </w:r>
          </w:p>
          <w:p w:rsidR="00D506C4" w:rsidRPr="001028A0" w:rsidRDefault="00D506C4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&amp;CLTASM40242&amp;</w:t>
            </w:r>
          </w:p>
        </w:tc>
      </w:tr>
      <w:tr w:rsidR="00D506C4" w:rsidRPr="00B4388F" w:rsidTr="00BA10CE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D506C4" w:rsidRPr="001028A0" w:rsidRDefault="001A60C2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Identifying Information: include the following (name, age, race, relationship status, and living situation, If Recovery Works CJI Assessment list name of jail or prison where the service was completed)</w:t>
            </w:r>
          </w:p>
          <w:p w:rsidR="00D506C4" w:rsidRPr="001028A0" w:rsidRDefault="00D506C4" w:rsidP="00CD424C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  <w:r w:rsidR="00892A7F" w:rsidRPr="001028A0">
              <w:rPr>
                <w:rFonts w:ascii="Cambria" w:hAnsi="Cambria"/>
                <w:sz w:val="18"/>
                <w:szCs w:val="18"/>
              </w:rPr>
              <w:t>cltasm</w:t>
            </w:r>
            <w:r w:rsidRPr="001028A0">
              <w:rPr>
                <w:rFonts w:ascii="Cambria" w:hAnsi="Cambria"/>
                <w:sz w:val="18"/>
                <w:szCs w:val="18"/>
              </w:rPr>
              <w:t>12430&amp;</w:t>
            </w:r>
          </w:p>
          <w:p w:rsidR="004E13AF" w:rsidRPr="001028A0" w:rsidRDefault="004E13AF" w:rsidP="00CD424C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&amp;cltasmnar12430&amp;</w:t>
            </w:r>
          </w:p>
          <w:p w:rsidR="004E13AF" w:rsidRPr="001028A0" w:rsidRDefault="004E13AF" w:rsidP="00CD424C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&amp;cltasmcmt12430&amp;</w:t>
            </w:r>
          </w:p>
        </w:tc>
      </w:tr>
    </w:tbl>
    <w:p w:rsidR="00FF353B" w:rsidRDefault="00FF353B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AA783F" w:rsidRPr="00B4388F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AA783F" w:rsidRPr="001028A0" w:rsidRDefault="00BA1F6E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1028A0">
              <w:rPr>
                <w:rFonts w:ascii="Cambria" w:hAnsi="Cambria"/>
                <w:b/>
              </w:rPr>
              <w:t>Presenting Problem/Expectation of Treatment</w:t>
            </w:r>
          </w:p>
        </w:tc>
      </w:tr>
      <w:tr w:rsidR="00AA783F" w:rsidRPr="00D67469" w:rsidTr="00012EA5">
        <w:trPr>
          <w:cantSplit/>
          <w:jc w:val="center"/>
        </w:trPr>
        <w:tc>
          <w:tcPr>
            <w:tcW w:w="10814" w:type="dxa"/>
            <w:shd w:val="clear" w:color="auto" w:fill="auto"/>
          </w:tcPr>
          <w:p w:rsidR="000B52F3" w:rsidRPr="001028A0" w:rsidRDefault="000B52F3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Chief Complaint (in consumer's/guardian's own words)and Precipitating events (include any trauma)</w:t>
            </w:r>
          </w:p>
          <w:p w:rsidR="00BB5DA4" w:rsidRPr="001028A0" w:rsidRDefault="00BB5DA4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&amp;cltasm41589</w:t>
            </w:r>
            <w:r w:rsidR="00017A81"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BA1F6E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BA1F6E" w:rsidRPr="001028A0" w:rsidRDefault="00BB5DA4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Severity/Frequency/Duration of Symptoms</w:t>
            </w:r>
          </w:p>
          <w:p w:rsidR="00BB5DA4" w:rsidRPr="001028A0" w:rsidRDefault="00BB5DA4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&amp;cltasm12191</w:t>
            </w:r>
            <w:r w:rsidR="00017A81"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BA1F6E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BA1F6E" w:rsidRPr="001028A0" w:rsidRDefault="00D80ADF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Consumer/Family</w:t>
            </w:r>
            <w:r w:rsidR="00FC7794" w:rsidRPr="001028A0">
              <w:rPr>
                <w:rFonts w:ascii="Cambria" w:hAnsi="Cambria"/>
                <w:b/>
                <w:sz w:val="18"/>
                <w:szCs w:val="18"/>
              </w:rPr>
              <w:t xml:space="preserve"> Expectations and Motivation to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 Change</w:t>
            </w:r>
          </w:p>
          <w:p w:rsidR="00D80ADF" w:rsidRPr="001028A0" w:rsidRDefault="00D80ADF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&amp;cltasm12194&amp;</w:t>
            </w:r>
          </w:p>
        </w:tc>
      </w:tr>
    </w:tbl>
    <w:p w:rsidR="00AA783F" w:rsidRDefault="00AA783F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AA783F" w:rsidRPr="00B4388F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AA783F" w:rsidRPr="001028A0" w:rsidRDefault="0059705D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1028A0">
              <w:rPr>
                <w:rFonts w:ascii="Cambria" w:hAnsi="Cambria"/>
                <w:b/>
              </w:rPr>
              <w:t>Previous Treatment History</w:t>
            </w:r>
          </w:p>
        </w:tc>
      </w:tr>
      <w:tr w:rsidR="00AA783F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AA783F" w:rsidRPr="001028A0" w:rsidRDefault="0059705D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Mental Health and/or Substance Abuse Treatment History for Consumer</w:t>
            </w:r>
            <w:r w:rsidR="002A121A" w:rsidRPr="001028A0">
              <w:rPr>
                <w:rFonts w:ascii="Cambria" w:hAnsi="Cambria"/>
                <w:b/>
                <w:sz w:val="18"/>
                <w:szCs w:val="18"/>
              </w:rPr>
              <w:t xml:space="preserve"> including outcomes/benefits of previous treatment:</w:t>
            </w:r>
          </w:p>
          <w:p w:rsidR="0059705D" w:rsidRPr="001028A0" w:rsidRDefault="0059705D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&amp;cltasm40172&amp;</w:t>
            </w:r>
          </w:p>
          <w:p w:rsidR="009954A9" w:rsidRPr="001028A0" w:rsidRDefault="009954A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&amp;cltasmcmt40172&amp;</w:t>
            </w:r>
          </w:p>
        </w:tc>
      </w:tr>
      <w:tr w:rsidR="0059705D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9954A9" w:rsidRPr="001028A0" w:rsidRDefault="002A121A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Mental Health and/or Substance Abuse Treatment History for Consumer</w:t>
            </w:r>
            <w:r w:rsidR="00683990" w:rsidRPr="001028A0">
              <w:rPr>
                <w:rFonts w:ascii="Cambria" w:hAnsi="Cambria"/>
                <w:b/>
                <w:sz w:val="18"/>
                <w:szCs w:val="18"/>
              </w:rPr>
              <w:t>’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>s Family members</w:t>
            </w:r>
            <w:r w:rsidR="00683990" w:rsidRPr="001028A0">
              <w:rPr>
                <w:rFonts w:ascii="Cambria" w:hAnsi="Cambria"/>
                <w:b/>
                <w:sz w:val="18"/>
                <w:szCs w:val="18"/>
              </w:rPr>
              <w:t>: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</w:p>
          <w:p w:rsidR="00B95679" w:rsidRPr="001028A0" w:rsidRDefault="00B9567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&amp;cltasm40593&amp;</w:t>
            </w:r>
          </w:p>
          <w:p w:rsidR="009954A9" w:rsidRPr="001028A0" w:rsidRDefault="009954A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&amp;cltasmcmt40593&amp;</w:t>
            </w:r>
          </w:p>
        </w:tc>
      </w:tr>
    </w:tbl>
    <w:p w:rsidR="00DE2539" w:rsidRDefault="00DE2539" w:rsidP="004E1F76">
      <w:pPr>
        <w:spacing w:after="0"/>
      </w:pPr>
    </w:p>
    <w:p w:rsidR="00C82932" w:rsidRDefault="00DE2539" w:rsidP="00C82932">
      <w:pPr>
        <w:spacing w:after="0"/>
      </w:pPr>
      <w:r>
        <w:br w:type="page"/>
      </w:r>
      <w:r w:rsidR="00C82932">
        <w:lastRenderedPageBreak/>
        <w:tab/>
      </w: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D9D9D9"/>
          </w:tcPr>
          <w:p w:rsidR="00C82932" w:rsidRPr="005F2A7D" w:rsidRDefault="00C120B5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 xml:space="preserve">Medical and </w:t>
            </w:r>
            <w:r w:rsidR="00C82932" w:rsidRPr="005F2A7D">
              <w:rPr>
                <w:rFonts w:ascii="Cambria" w:hAnsi="Cambria"/>
                <w:b/>
                <w:color w:val="000000"/>
              </w:rPr>
              <w:t>Health Scree</w:t>
            </w:r>
            <w:r w:rsidR="00B82951" w:rsidRPr="005F2A7D">
              <w:rPr>
                <w:rFonts w:ascii="Cambria" w:hAnsi="Cambria"/>
                <w:b/>
                <w:color w:val="000000"/>
              </w:rPr>
              <w:t>n</w:t>
            </w:r>
          </w:p>
        </w:tc>
      </w:tr>
      <w:tr w:rsidR="00C82932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Have you had a physical exam within the last year?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&amp;cltasm12968&amp;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&amp;cltasmcmt12968&amp;</w:t>
            </w:r>
          </w:p>
        </w:tc>
      </w:tr>
      <w:tr w:rsidR="005B69B7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auto"/>
          </w:tcPr>
          <w:p w:rsidR="005B69B7" w:rsidRPr="005F2A7D" w:rsidRDefault="005B69B7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List any health problems you are currently experiencing  for example, heart problems, breathing problems, or injuries:</w:t>
            </w:r>
          </w:p>
          <w:p w:rsidR="005B69B7" w:rsidRPr="005F2A7D" w:rsidRDefault="005B69B7" w:rsidP="005B69B7">
            <w:pPr>
              <w:spacing w:after="0"/>
              <w:ind w:left="72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&amp;cltasm13337&amp;</w:t>
            </w:r>
          </w:p>
        </w:tc>
      </w:tr>
    </w:tbl>
    <w:p w:rsidR="00C82932" w:rsidRDefault="00C82932" w:rsidP="00C82932">
      <w:pPr>
        <w:tabs>
          <w:tab w:val="left" w:pos="1875"/>
        </w:tabs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D9D9D9"/>
          </w:tcPr>
          <w:p w:rsidR="00C82932" w:rsidRPr="005F2A7D" w:rsidRDefault="00B82951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>Pain Screen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Are you currently experiencing any pain?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&amp;cltasm12973&amp;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&amp;cltasmcmt12973&amp;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Do you experience prolonged pain at other times?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&amp;cltasm12974&amp;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&amp;cltasmcmt12974&amp;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What impact does this pain have on your daily life?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&amp;cltasm12975&amp;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&amp;cltasmcmt12975&amp;</w:t>
            </w:r>
          </w:p>
        </w:tc>
      </w:tr>
    </w:tbl>
    <w:p w:rsidR="00C82932" w:rsidRDefault="00C82932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024835" w:rsidTr="006238A9">
        <w:trPr>
          <w:trHeight w:val="288"/>
          <w:jc w:val="center"/>
        </w:trPr>
        <w:tc>
          <w:tcPr>
            <w:tcW w:w="10916" w:type="dxa"/>
            <w:shd w:val="clear" w:color="auto" w:fill="D9D9D9"/>
          </w:tcPr>
          <w:p w:rsidR="00C82932" w:rsidRPr="005F2A7D" w:rsidRDefault="00B82951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>Nutrition Screen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experienced weight loss or gain of 10 lbs or more in the last 3 months?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&amp;cltasm12977&amp;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&amp;cltasmcmt12977&amp;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Has a doctor or other medical professional placed you on a special diet?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&amp;cltasm12978&amp;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&amp;cltasmcmt12978&amp;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Do you have any chronic chewing, swallowing or dental problems that interfere with eating?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&amp;cltasm12979&amp;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&amp;cltasmcmt12979&amp;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Have there been any changes in your appetite in the past three months?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&amp;cltasm12980&amp;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&amp;cltasmcmt12980&amp;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374093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List any food allergies: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&amp;cltasm12981&amp;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&amp;cltasmcmt12981&amp;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ever engaged in behaviors such as binge eating or induced vomiting?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&amp;cltasm12982&amp;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&amp;cltasmcmt12982&amp;</w:t>
            </w:r>
          </w:p>
        </w:tc>
      </w:tr>
    </w:tbl>
    <w:p w:rsidR="00C82932" w:rsidRDefault="00C82932" w:rsidP="00C82932">
      <w:pPr>
        <w:tabs>
          <w:tab w:val="left" w:pos="4890"/>
        </w:tabs>
        <w:spacing w:after="0"/>
        <w:rPr>
          <w:highlight w:val="yellow"/>
        </w:rPr>
      </w:pPr>
    </w:p>
    <w:tbl>
      <w:tblPr>
        <w:tblW w:w="108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"/>
        <w:gridCol w:w="1839"/>
        <w:gridCol w:w="872"/>
        <w:gridCol w:w="2712"/>
        <w:gridCol w:w="2711"/>
        <w:gridCol w:w="2630"/>
        <w:gridCol w:w="82"/>
      </w:tblGrid>
      <w:tr w:rsidR="00C83BA1" w:rsidRPr="00024835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E7E6E6"/>
          </w:tcPr>
          <w:p w:rsidR="00584868" w:rsidRPr="005F2A7D" w:rsidRDefault="00B82951" w:rsidP="008B6445">
            <w:pPr>
              <w:spacing w:after="0"/>
              <w:jc w:val="center"/>
              <w:rPr>
                <w:rFonts w:ascii="Cambria" w:hAnsi="Cambria"/>
                <w:b/>
                <w:highlight w:val="yellow"/>
              </w:rPr>
            </w:pPr>
            <w:r w:rsidRPr="005F2A7D">
              <w:rPr>
                <w:rFonts w:ascii="Cambria" w:hAnsi="Cambria"/>
                <w:b/>
              </w:rPr>
              <w:t>Tuberculosis Screen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0A9" w:rsidRPr="005F2A7D" w:rsidRDefault="00F230A9" w:rsidP="004652AB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</w:t>
            </w:r>
            <w:r w:rsidR="00AF2BDA" w:rsidRPr="005F2A7D">
              <w:rPr>
                <w:rFonts w:ascii="Cambria" w:hAnsi="Cambria"/>
                <w:b/>
                <w:sz w:val="18"/>
                <w:szCs w:val="18"/>
              </w:rPr>
              <w:t xml:space="preserve"> experienced any of the following symptoms:</w:t>
            </w:r>
          </w:p>
        </w:tc>
        <w:tc>
          <w:tcPr>
            <w:tcW w:w="8925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fever in recent weeks to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&amp;cltasm13270&amp; &amp;cltasmcmt13270&amp;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persistent cough for over 2 weeks: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&amp;cltasm13271&amp; &amp;cltasmcmt13271&amp;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Coughing up sputum (phlegm from deep in lungs) or blood: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&amp;cltasm13272&amp; &amp;cltasmcmt13272&amp;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Drenching night sweats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&amp;cltasm13273&amp; &amp;cltasmcmt13273&amp;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weight loss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&amp;cltasm13274&amp; &amp;cltasmcmt13274&amp;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loss of appetite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&amp;cltasm13275&amp; &amp;cltasmcmt13275&amp;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79348A" w:rsidP="004764C7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Are you an injection drug user and/or HIV positive?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</w:t>
            </w:r>
            <w:r w:rsidR="004764C7" w:rsidRPr="005F2A7D">
              <w:rPr>
                <w:rFonts w:ascii="Cambria" w:hAnsi="Cambria"/>
                <w:sz w:val="18"/>
                <w:szCs w:val="18"/>
              </w:rPr>
              <w:t>&amp;cltasm12506&amp; &amp;cltasmcmt12506&amp;</w:t>
            </w:r>
          </w:p>
        </w:tc>
      </w:tr>
      <w:tr w:rsidR="00FB4667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667" w:rsidRPr="005F2A7D" w:rsidRDefault="000D09FD" w:rsidP="000D09FD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Describe living situation: </w:t>
            </w:r>
            <w:r w:rsidRPr="005F2A7D">
              <w:rPr>
                <w:rFonts w:ascii="Cambria" w:hAnsi="Cambria"/>
                <w:sz w:val="18"/>
                <w:szCs w:val="18"/>
              </w:rPr>
              <w:t>&amp;cltasm13335&amp; &amp;cltasmcmt13335&amp;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3D074C" w:rsidP="00584868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Were you diagnosed with active TB disease: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&amp;cltasm13281&amp; &amp;cltasmcmt13281&amp;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674D71" w:rsidP="00884E34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ever tested positive for Hepatitis, TB or any other communicable diseases?</w:t>
            </w:r>
            <w:r w:rsidR="00884E34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884E34" w:rsidRPr="005F2A7D">
              <w:rPr>
                <w:rFonts w:ascii="Cambria" w:hAnsi="Cambria"/>
                <w:sz w:val="18"/>
                <w:szCs w:val="18"/>
              </w:rPr>
              <w:t>&amp;cltasm12518&amp; &amp;cltasmcmt12518&amp;</w:t>
            </w:r>
          </w:p>
          <w:p w:rsidR="003219CA" w:rsidRPr="005F2A7D" w:rsidRDefault="003219CA" w:rsidP="00884E34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   </w:t>
            </w:r>
            <w:r w:rsidRPr="005F2A7D">
              <w:rPr>
                <w:rFonts w:ascii="Cambria" w:hAnsi="Cambria"/>
                <w:sz w:val="18"/>
                <w:szCs w:val="18"/>
              </w:rPr>
              <w:t>--if yes, what? &amp;cltasm12519&amp;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713C9E" w:rsidP="00775CE5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Was the consumer offered Tuberculosis (TB) education/programming</w:t>
            </w:r>
            <w:r w:rsidR="00775CE5"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="00775CE5" w:rsidRPr="005F2A7D">
              <w:rPr>
                <w:rFonts w:ascii="Cambria" w:hAnsi="Cambria"/>
                <w:sz w:val="18"/>
                <w:szCs w:val="18"/>
              </w:rPr>
              <w:t>&amp;cltasm13238&amp; &amp;cltasmcmt13238&amp;</w:t>
            </w:r>
          </w:p>
        </w:tc>
      </w:tr>
      <w:tr w:rsidR="003840AD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D9D9D9"/>
            <w:vAlign w:val="center"/>
          </w:tcPr>
          <w:p w:rsidR="003840AD" w:rsidRPr="005F2A7D" w:rsidRDefault="00CA51F4" w:rsidP="00384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color w:val="1E1916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</w:rPr>
              <w:lastRenderedPageBreak/>
              <w:t>Addictions</w:t>
            </w:r>
            <w:r w:rsidR="003840AD" w:rsidRPr="005F2A7D">
              <w:rPr>
                <w:rFonts w:ascii="Cambria" w:hAnsi="Cambria" w:cs="Arial"/>
                <w:b/>
                <w:bCs/>
                <w:color w:val="1E1916"/>
              </w:rPr>
              <w:t xml:space="preserve"> History</w:t>
            </w:r>
          </w:p>
        </w:tc>
      </w:tr>
      <w:tr w:rsidR="00CC378C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933852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Caffeine Use:</w:t>
            </w:r>
          </w:p>
          <w:p w:rsidR="006E25C5" w:rsidRPr="005F2A7D" w:rsidRDefault="006E25C5" w:rsidP="00C83BA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</w:t>
            </w:r>
            <w:r w:rsidR="00933852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n the past 30 days, how many days would you have used caffeine?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&amp;cltasm13317&amp;</w:t>
            </w:r>
          </w:p>
          <w:p w:rsidR="006E25C5" w:rsidRPr="005F2A7D" w:rsidRDefault="00933852" w:rsidP="006E25C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In your lifetime, how many years would you have used caffeine?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&amp;cltasm13318&amp;</w:t>
            </w:r>
          </w:p>
          <w:p w:rsidR="00CC378C" w:rsidRPr="005F2A7D" w:rsidRDefault="00933852" w:rsidP="006E25C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Amount of caffeine use: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&amp;cltasm13319&amp;</w:t>
            </w:r>
          </w:p>
        </w:tc>
      </w:tr>
      <w:tr w:rsidR="00933852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E74368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Tobacco Use:</w:t>
            </w:r>
          </w:p>
          <w:p w:rsidR="00E74368" w:rsidRPr="005F2A7D" w:rsidRDefault="003532DC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the past 30 days, how many days would you have used tobacco?</w:t>
            </w:r>
            <w:r w:rsidR="00411D67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 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13320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532DC" w:rsidRPr="005F2A7D" w:rsidRDefault="003532DC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your lifetime, how many years would you have used tobacco?</w:t>
            </w:r>
            <w:r w:rsidR="00411D67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 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13321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532DC" w:rsidRPr="005F2A7D" w:rsidRDefault="00411D67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How  have you most commonly used tobacco?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13322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</w:tc>
      </w:tr>
      <w:tr w:rsidR="00933852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933852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Nicotine Use:</w:t>
            </w:r>
          </w:p>
          <w:p w:rsidR="003B2D79" w:rsidRPr="005F2A7D" w:rsidRDefault="003B2D79" w:rsidP="003B2D7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In the past 30 days, how many days would you have used 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3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B2D79" w:rsidRPr="005F2A7D" w:rsidRDefault="003B2D79" w:rsidP="003B2D7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your lifetime, how many y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ears would you have used 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4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933852" w:rsidRPr="005F2A7D" w:rsidRDefault="003B2D79" w:rsidP="00C1480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How  hav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e you most commonly used 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5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</w:tc>
      </w:tr>
      <w:tr w:rsidR="00FB7010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FB7010" w:rsidRPr="005F2A7D" w:rsidRDefault="00FB7010" w:rsidP="001C53F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radeGothic"/>
                <w:b/>
                <w:color w:val="231F20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Have you ever or are you currently using alcohol or drugs?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 xml:space="preserve"> &amp;cltasm13316&amp;</w:t>
            </w:r>
          </w:p>
        </w:tc>
      </w:tr>
      <w:tr w:rsidR="000C11F5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3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0C11F5" w:rsidRPr="005F2A7D" w:rsidRDefault="000C11F5" w:rsidP="009379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# Days Would Have Used in the Past 30 Days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# Years Would Have Used in Lifetime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Most Common Route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Alcohol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10396A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&amp;cltasm12989&amp;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989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0C11F5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0C11F5" w:rsidRPr="005F2A7D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Alcohol Used to Intoxication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0C11F5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&amp;cltasm12992&amp;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C11F5" w:rsidRPr="005F2A7D" w:rsidRDefault="00892FE3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N/A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0C11F5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&amp;cltasm12994&amp;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Heroin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10396A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&amp;cltasm12995&amp;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&amp;cltasm12996&amp;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&amp;cltasm12997&amp;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Methadone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&amp;cltasm12998&amp;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&amp;cltasm12999&amp;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Other Opiates/Analgesics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&amp;cltasm13002&amp;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&amp;cltasm13003&amp;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Barbiturates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&amp;cltasm13004&amp;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&amp;cltasm13005&amp;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&amp;cltasm13006&amp;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Other Sedatives, Hypnotics, Tranquilizers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&amp;cltasm13007&amp;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&amp;cltasm13008&amp;</w:t>
            </w:r>
          </w:p>
          <w:p w:rsidR="00D44410" w:rsidRDefault="00D44410" w:rsidP="00D44410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D44410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&amp;cltasm13009&amp;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Cocaine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&amp;cltasm13012&amp;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Amphetamines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&amp;cltasm13013&amp;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&amp;cltasm13014&amp;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&amp;cltasm13015&amp;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Cannabis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&amp;cltasm13016&amp;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&amp;cltasm13017&amp;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&amp;cltasm13018&amp;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Hallucinogens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&amp;cltasm13019&amp;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 w:rsidR="00CC52BE">
              <w:rPr>
                <w:rFonts w:ascii="Cambria" w:hAnsi="Cambria"/>
                <w:sz w:val="18"/>
                <w:szCs w:val="18"/>
              </w:rPr>
              <w:t>3019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&amp;cltasm13020&amp;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&amp;cltasm13021&amp;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Inhalants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&amp;cltasm13022&amp;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&amp;cltasm13023&amp;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&amp;cltasm13024&amp;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E50624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144"/>
          <w:jc w:val="center"/>
        </w:trPr>
        <w:tc>
          <w:tcPr>
            <w:tcW w:w="10846" w:type="dxa"/>
            <w:gridSpan w:val="6"/>
            <w:shd w:val="clear" w:color="auto" w:fill="auto"/>
          </w:tcPr>
          <w:p w:rsidR="00E50624" w:rsidRPr="005F2A7D" w:rsidRDefault="00E50624" w:rsidP="001E7CEC">
            <w:pPr>
              <w:tabs>
                <w:tab w:val="left" w:pos="990"/>
              </w:tabs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How many days in the past 30 would you have used more than one substance per day</w:t>
            </w:r>
            <w:r w:rsidR="00054B05" w:rsidRPr="005F2A7D">
              <w:rPr>
                <w:rFonts w:ascii="Cambria" w:hAnsi="Cambria"/>
                <w:b/>
                <w:sz w:val="18"/>
                <w:szCs w:val="18"/>
              </w:rPr>
              <w:t xml:space="preserve"> (include alcohol)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/>
                <w:sz w:val="18"/>
                <w:szCs w:val="18"/>
              </w:rPr>
              <w:t>&amp;cltasm13025&amp;</w:t>
            </w:r>
            <w:r w:rsidR="00BB6068" w:rsidRPr="005F2A7D">
              <w:rPr>
                <w:rFonts w:ascii="Cambria" w:hAnsi="Cambria"/>
                <w:sz w:val="18"/>
                <w:szCs w:val="18"/>
              </w:rPr>
              <w:t xml:space="preserve">  </w:t>
            </w:r>
            <w:r w:rsidR="00BB6068"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E50624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144"/>
          <w:jc w:val="center"/>
        </w:trPr>
        <w:tc>
          <w:tcPr>
            <w:tcW w:w="10846" w:type="dxa"/>
            <w:gridSpan w:val="6"/>
            <w:shd w:val="clear" w:color="auto" w:fill="auto"/>
          </w:tcPr>
          <w:p w:rsidR="00E50624" w:rsidRPr="005F2A7D" w:rsidRDefault="00E50624" w:rsidP="001E7CEC">
            <w:pPr>
              <w:tabs>
                <w:tab w:val="left" w:pos="990"/>
              </w:tabs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lastRenderedPageBreak/>
              <w:t>How many years in your lifetime would you have used more than one substance per day</w:t>
            </w:r>
            <w:r w:rsidR="00054B05" w:rsidRPr="005F2A7D">
              <w:rPr>
                <w:rFonts w:ascii="Cambria" w:hAnsi="Cambria"/>
                <w:b/>
                <w:sz w:val="18"/>
                <w:szCs w:val="18"/>
              </w:rPr>
              <w:t xml:space="preserve"> (include alcohol)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/>
                <w:sz w:val="18"/>
                <w:szCs w:val="18"/>
              </w:rPr>
              <w:t>&amp;cltasm13026&amp;</w:t>
            </w:r>
            <w:r w:rsidR="00BB6068" w:rsidRPr="005F2A7D">
              <w:rPr>
                <w:rFonts w:ascii="Cambria" w:hAnsi="Cambria"/>
                <w:sz w:val="18"/>
                <w:szCs w:val="18"/>
              </w:rPr>
              <w:t xml:space="preserve">  </w:t>
            </w:r>
            <w:r w:rsidR="00BB6068"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</w:tbl>
    <w:p w:rsidR="00DE2539" w:rsidRDefault="00DE2539" w:rsidP="003840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738"/>
        <w:gridCol w:w="2716"/>
        <w:gridCol w:w="2668"/>
        <w:gridCol w:w="2668"/>
      </w:tblGrid>
      <w:tr w:rsidR="00996C2A" w:rsidRPr="00024835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D9D9D9"/>
          </w:tcPr>
          <w:p w:rsidR="00996C2A" w:rsidRPr="005F2A7D" w:rsidRDefault="00996C2A" w:rsidP="00C83BA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 xml:space="preserve">Gambling Screen </w:t>
            </w:r>
          </w:p>
        </w:tc>
      </w:tr>
      <w:tr w:rsidR="00996C2A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996C2A" w:rsidRPr="005F2A7D" w:rsidRDefault="00696EB0" w:rsidP="00696EB0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months, have you become restless, irritable or anxious when trying to stop/cut down on gambling?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&amp;cltasm13287&amp;</w:t>
            </w:r>
          </w:p>
        </w:tc>
      </w:tr>
      <w:tr w:rsidR="00795DBE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795DBE" w:rsidRPr="005F2A7D" w:rsidRDefault="00795DBE" w:rsidP="00696EB0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months, have you tried to keep your family or friends from knowing how much you gambled?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&amp;cltasm13288&amp;</w:t>
            </w:r>
          </w:p>
        </w:tc>
      </w:tr>
      <w:tr w:rsidR="00795DBE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795DBE" w:rsidRPr="005F2A7D" w:rsidRDefault="00795DBE" w:rsidP="00795DBE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</w:t>
            </w:r>
            <w:r w:rsidR="00163C67" w:rsidRPr="005F2A7D">
              <w:rPr>
                <w:rFonts w:ascii="Cambria" w:hAnsi="Cambria"/>
                <w:b/>
                <w:sz w:val="18"/>
                <w:szCs w:val="18"/>
              </w:rPr>
              <w:t>,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 did you have such financial trouble as a result of your gambling that you had to get help with living expenses from family, friends or welfare?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&amp;cltasm13289&amp;</w:t>
            </w:r>
          </w:p>
        </w:tc>
      </w:tr>
      <w:tr w:rsidR="001E7CEC" w:rsidRPr="00024835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D9D9D9"/>
          </w:tcPr>
          <w:p w:rsidR="001E7CEC" w:rsidRPr="00495447" w:rsidRDefault="001E7CEC" w:rsidP="00C83BA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  <w:color w:val="000000"/>
              </w:rPr>
              <w:t xml:space="preserve">Suicide Screen 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C83BA1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 w:cs="RHZVM P+ Arial,"/>
                <w:b/>
                <w:color w:val="000000"/>
                <w:sz w:val="18"/>
                <w:szCs w:val="18"/>
              </w:rPr>
              <w:t xml:space="preserve">In the past month, have you wished you were dead or wished you could go to sleep and not wake up?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&amp;cltasm13309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had any actual thoughts of killing yourself?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&amp;cltasm13310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In the past month, have you been thinking about how you might do this?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&amp;cltasm13311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had these thoughts and had some intention of acting on them?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&amp;cltasm13312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started to work out or worked out the details of how to kill yourself?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&amp;cltasm13313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  --if so, do you intend to carry out this plan?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&amp;cltasm13329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Have you ever done anything, started to do anything, or prepared to do anything to end your life?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&amp;cltasm13314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  --if so, was this within the past 3 months?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&amp;cltasm13315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FC77CB" w:rsidTr="001A5536">
        <w:trPr>
          <w:cantSplit/>
          <w:jc w:val="center"/>
        </w:trPr>
        <w:tc>
          <w:tcPr>
            <w:tcW w:w="10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C77CB" w:rsidRPr="00495447" w:rsidRDefault="00FC77CB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t>Mental Status Exam</w:t>
            </w:r>
          </w:p>
        </w:tc>
      </w:tr>
      <w:tr w:rsidR="00906137" w:rsidTr="001A5536">
        <w:trPr>
          <w:cantSplit/>
          <w:trHeight w:val="30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Orientation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&amp;cltasm40504&amp;</w:t>
            </w:r>
          </w:p>
          <w:p w:rsidR="009A5B7C" w:rsidRDefault="009A5B7C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&amp;cltasm12539&amp;</w:t>
            </w:r>
          </w:p>
          <w:p w:rsidR="003E7FE7" w:rsidRPr="00495447" w:rsidRDefault="003E7FE7" w:rsidP="003E7FE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Gait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&amp;cltasm12603&amp;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&amp;cltasm12531&amp;</w:t>
            </w:r>
          </w:p>
          <w:p w:rsidR="003E7FE7" w:rsidRPr="00495447" w:rsidRDefault="003E7FE7" w:rsidP="003E7FE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40141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Hygiene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&amp;cltasm40678&amp;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40678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Appearance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&amp;cltasm12744&amp;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&amp;cltasm12745&amp;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12744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Impulse Control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&amp;cltasm12746&amp;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&amp;cltasm12747&amp;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746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Speech Rate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&amp;cltasm12540&amp;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&amp;cltasm12541&amp;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540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Speech Volume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&amp;cltasm12542&amp;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&amp;cltasm12544&amp;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542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Mood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&amp;cltasm12537&amp;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537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Affect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&amp;cltasm12536&amp;</w:t>
            </w:r>
          </w:p>
          <w:p w:rsidR="00E503AD" w:rsidRPr="00495447" w:rsidRDefault="009E2139" w:rsidP="009E213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40503&amp;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Process</w:t>
            </w:r>
          </w:p>
          <w:p w:rsidR="00A35C09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&amp;cltasm12533&amp;</w:t>
            </w:r>
          </w:p>
          <w:p w:rsidR="00A35C09" w:rsidRDefault="00A35C09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40143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9E2139" w:rsidRPr="00495447" w:rsidRDefault="009E2139" w:rsidP="00D55810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Content Hallucinations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&amp;cltasm12534&amp;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&amp;cltasm40144&amp;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Content Delusions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&amp;cltasm40502&amp;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&amp;cltasm12535&amp;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&amp;cltasm40160&amp;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Insight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&amp;cltasm13338&amp;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13338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Judgment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&amp;cltasm13339&amp;</w:t>
            </w:r>
          </w:p>
          <w:p w:rsidR="00A35C09" w:rsidRPr="00495447" w:rsidRDefault="00A35C09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  <w:r>
              <w:rPr>
                <w:rFonts w:ascii="Cambria" w:hAnsi="Cambria"/>
                <w:sz w:val="18"/>
                <w:szCs w:val="18"/>
              </w:rPr>
              <w:t>cltasmcmt13339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Suicidal Ideations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&amp;cltasm40580&amp;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&amp;cltasmnar40505&amp;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&amp;cltasm12277&amp;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40580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Homicidal Ideation 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&amp;cltasm40581&amp;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&amp;cltasmnar12278&amp;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&amp;cltasm12136&amp;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40581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</w:tbl>
    <w:p w:rsidR="003840AD" w:rsidRDefault="003840AD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902"/>
        <w:gridCol w:w="6912"/>
      </w:tblGrid>
      <w:tr w:rsidR="00AA783F" w:rsidRPr="00B4388F" w:rsidTr="00C62E44">
        <w:trPr>
          <w:cantSplit/>
          <w:trHeight w:val="90"/>
          <w:jc w:val="center"/>
        </w:trPr>
        <w:tc>
          <w:tcPr>
            <w:tcW w:w="10814" w:type="dxa"/>
            <w:gridSpan w:val="2"/>
            <w:shd w:val="clear" w:color="auto" w:fill="D9D9D9"/>
          </w:tcPr>
          <w:p w:rsidR="00AA783F" w:rsidRPr="00495447" w:rsidRDefault="00551549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t>Referral Needs</w:t>
            </w:r>
          </w:p>
        </w:tc>
      </w:tr>
      <w:tr w:rsidR="00551549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551549" w:rsidRPr="00495447" w:rsidRDefault="0055154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Psychiatric/Medication Evaluation: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&amp;cltasm12406&amp;</w:t>
            </w:r>
          </w:p>
        </w:tc>
        <w:tc>
          <w:tcPr>
            <w:tcW w:w="6912" w:type="dxa"/>
            <w:shd w:val="clear" w:color="auto" w:fill="auto"/>
          </w:tcPr>
          <w:p w:rsidR="00551549" w:rsidRPr="00495447" w:rsidRDefault="00093B7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Action Taken:</w:t>
            </w:r>
            <w:r w:rsidR="0088089A" w:rsidRPr="00495447">
              <w:rPr>
                <w:rFonts w:ascii="Cambria" w:hAnsi="Cambria"/>
                <w:sz w:val="18"/>
                <w:szCs w:val="18"/>
              </w:rPr>
              <w:t xml:space="preserve"> &amp;cltasm12407&amp;</w:t>
            </w:r>
          </w:p>
          <w:p w:rsidR="00C76A56" w:rsidRPr="00495447" w:rsidRDefault="00C76A56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&amp;cltasmnar12406&amp;</w:t>
            </w:r>
          </w:p>
        </w:tc>
      </w:tr>
      <w:tr w:rsidR="00F47BAB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F47BAB" w:rsidRPr="00495447" w:rsidRDefault="00F47BAB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Care Management/Skills Training and Development:</w:t>
            </w:r>
            <w:r w:rsidRPr="00495447">
              <w:rPr>
                <w:rFonts w:ascii="Cambria" w:hAnsi="Cambria"/>
                <w:sz w:val="18"/>
                <w:szCs w:val="18"/>
              </w:rPr>
              <w:t xml:space="preserve"> &amp;cltasm12414&amp;</w:t>
            </w:r>
          </w:p>
        </w:tc>
        <w:tc>
          <w:tcPr>
            <w:tcW w:w="6912" w:type="dxa"/>
            <w:shd w:val="clear" w:color="auto" w:fill="auto"/>
          </w:tcPr>
          <w:p w:rsidR="00F47BAB" w:rsidRPr="00495447" w:rsidRDefault="00F47BAB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Action Taken: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&amp;cltasm12415&amp;</w:t>
            </w:r>
          </w:p>
          <w:p w:rsidR="00C76A56" w:rsidRPr="00495447" w:rsidRDefault="00C76A56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&amp;cltasmnar12414&amp;</w:t>
            </w:r>
          </w:p>
        </w:tc>
      </w:tr>
      <w:tr w:rsidR="00F47BAB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F47BAB" w:rsidRPr="00495447" w:rsidRDefault="00ED6AFD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Additional Referral Needs:</w:t>
            </w:r>
            <w:r w:rsidR="00510005" w:rsidRPr="00495447">
              <w:rPr>
                <w:rFonts w:ascii="Cambria" w:hAnsi="Cambria"/>
                <w:sz w:val="18"/>
                <w:szCs w:val="18"/>
              </w:rPr>
              <w:t xml:space="preserve"> &amp;cltasm13332</w:t>
            </w:r>
            <w:r w:rsidRPr="00495447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6912" w:type="dxa"/>
            <w:shd w:val="clear" w:color="auto" w:fill="auto"/>
          </w:tcPr>
          <w:p w:rsidR="00F47BAB" w:rsidRPr="00495447" w:rsidRDefault="00ED6AFD" w:rsidP="00ED6AFD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Action Taken: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</w:t>
            </w:r>
            <w:r w:rsidR="00510005" w:rsidRPr="00495447">
              <w:rPr>
                <w:rFonts w:ascii="Cambria" w:hAnsi="Cambria"/>
                <w:sz w:val="18"/>
                <w:szCs w:val="18"/>
              </w:rPr>
              <w:t>3333</w:t>
            </w:r>
            <w:r w:rsidRPr="00495447">
              <w:rPr>
                <w:rFonts w:ascii="Cambria" w:hAnsi="Cambria"/>
                <w:sz w:val="18"/>
                <w:szCs w:val="18"/>
              </w:rPr>
              <w:t>&amp;</w:t>
            </w:r>
          </w:p>
          <w:p w:rsidR="00C76A56" w:rsidRPr="00495447" w:rsidRDefault="00C76A56" w:rsidP="00ED6AF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&amp;cltasmnar13332&amp;</w:t>
            </w:r>
          </w:p>
        </w:tc>
      </w:tr>
    </w:tbl>
    <w:p w:rsidR="00AA783F" w:rsidRDefault="00AA783F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093B79" w:rsidRPr="0059705D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093B79" w:rsidRPr="00495447" w:rsidRDefault="00D6130C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lastRenderedPageBreak/>
              <w:t>Explanation of Treatment</w:t>
            </w:r>
          </w:p>
        </w:tc>
      </w:tr>
      <w:tr w:rsidR="00093B79" w:rsidRPr="0059705D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093B79" w:rsidRPr="00495447" w:rsidRDefault="001F79E9" w:rsidP="004E1F76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Confidentiality, Scope of Services, Client Rights, Treatment Consent, Therapist's Credentials, Cost of Treatment, and Marital Therapy rights to medical records (if applicable) were explained to consumer and/or family? </w:t>
            </w:r>
            <w:r w:rsidRPr="00495447">
              <w:rPr>
                <w:rFonts w:ascii="Cambria" w:hAnsi="Cambria"/>
                <w:sz w:val="18"/>
                <w:szCs w:val="18"/>
              </w:rPr>
              <w:t>&amp;cltasm13334</w:t>
            </w:r>
            <w:r w:rsidR="00D6130C" w:rsidRPr="00495447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</w:tbl>
    <w:p w:rsidR="00093B79" w:rsidRDefault="00093B79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301928" w:rsidRPr="002672D1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301928" w:rsidRPr="00495447" w:rsidRDefault="00A53E25" w:rsidP="007B79A5">
            <w:pPr>
              <w:spacing w:after="0"/>
              <w:jc w:val="center"/>
              <w:rPr>
                <w:rFonts w:ascii="Cambria" w:hAnsi="Cambria"/>
                <w:b/>
              </w:rPr>
            </w:pPr>
            <w:r>
              <w:br w:type="page"/>
            </w:r>
            <w:r w:rsidR="00301928" w:rsidRPr="00495447">
              <w:rPr>
                <w:rFonts w:ascii="Cambria" w:hAnsi="Cambria"/>
                <w:b/>
              </w:rPr>
              <w:t>Assessment Summary and Initial Treatment Recommendations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 xml:space="preserve">Provide an integrated summary of the clinical conceptualization of the consumers presentation in the assessment including: 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 xml:space="preserve">1. The Core Problem apparent in the presentation (the positive and negative factors that are likely to affect the consumers course of treatment and clinical outcomes after discharge) 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2. Consumers perception of his/her needs.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3. Role of Spirituality or Religion</w:t>
            </w:r>
          </w:p>
          <w:p w:rsidR="001F5BB0" w:rsidRPr="00495447" w:rsidRDefault="00301928" w:rsidP="00327FA9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&amp;cltasm12077&amp;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6F7C2B" w:rsidRDefault="00327FA9" w:rsidP="00327FA9">
            <w:pPr>
              <w:spacing w:after="0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&amp;cltasmcmt12077&amp;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345F4D" w:rsidRPr="00495447" w:rsidRDefault="00345F4D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Initial Diagnosis/Diagnostic Impression:</w:t>
            </w:r>
          </w:p>
          <w:p w:rsidR="001F5BB0" w:rsidRPr="00495447" w:rsidRDefault="00301928" w:rsidP="00327FA9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&amp;cltasm12079&amp;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6F7C2B" w:rsidRDefault="00327FA9" w:rsidP="00327FA9">
            <w:pPr>
              <w:spacing w:after="0"/>
              <w:rPr>
                <w:rFonts w:ascii="Cambria" w:hAnsi="Cambria"/>
                <w:bCs/>
                <w:color w:val="333333"/>
                <w:sz w:val="16"/>
                <w:szCs w:val="16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&amp;cltasmcmt12079&amp;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7C5FFC" w:rsidRDefault="007C5FFC" w:rsidP="008E3E4A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7C5FFC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Identify any co-occuring disorders (mental illness/substance abuse) or co-morbidities (mental illness/medical).</w:t>
            </w:r>
          </w:p>
          <w:p w:rsidR="001F5BB0" w:rsidRPr="00495447" w:rsidRDefault="00301928" w:rsidP="008E3E4A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&amp;cltasm12080&amp;</w:t>
            </w:r>
            <w:r w:rsidR="008E3E4A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495447" w:rsidRDefault="008E3E4A" w:rsidP="008E3E4A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&amp;cltasmcmt12080&amp;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345F4D" w:rsidRDefault="00345F4D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Include the initial treatment recommendations (modalities and frequency), including goal in the consumers own words (including a discharge goal with modalities and frequency)</w:t>
            </w:r>
          </w:p>
          <w:p w:rsidR="00F93F29" w:rsidRDefault="00F93F29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</w:p>
          <w:p w:rsidR="00943CF6" w:rsidRDefault="00943CF6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943CF6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Please describe any consumer supports (caregivers, treatment providers) that were invited to be involved in treatment planning development.</w:t>
            </w:r>
          </w:p>
          <w:p w:rsidR="00F93F29" w:rsidRPr="00495447" w:rsidRDefault="00F93F29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</w:p>
          <w:p w:rsidR="001F5BB0" w:rsidRPr="00495447" w:rsidRDefault="00301928" w:rsidP="007B79A5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&amp;cltasm12081&amp;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E01E27" w:rsidRPr="00495447" w:rsidRDefault="00327FA9" w:rsidP="007B79A5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&amp;cltasmcmt12081&amp;</w:t>
            </w:r>
          </w:p>
        </w:tc>
      </w:tr>
    </w:tbl>
    <w:p w:rsidR="003840AD" w:rsidRDefault="003840AD" w:rsidP="004E1F76">
      <w:pPr>
        <w:spacing w:after="0"/>
      </w:pPr>
    </w:p>
    <w:tbl>
      <w:tblPr>
        <w:tblW w:w="10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15"/>
      </w:tblGrid>
      <w:tr w:rsidR="00782DC3" w:rsidRPr="006137BA" w:rsidTr="00601AD1">
        <w:trPr>
          <w:trHeight w:val="288"/>
          <w:jc w:val="center"/>
        </w:trPr>
        <w:tc>
          <w:tcPr>
            <w:tcW w:w="10815" w:type="dxa"/>
            <w:shd w:val="clear" w:color="auto" w:fill="D9D9D9"/>
            <w:vAlign w:val="center"/>
          </w:tcPr>
          <w:p w:rsidR="00782DC3" w:rsidRPr="00495447" w:rsidRDefault="00782DC3" w:rsidP="004E1F7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Calibri" w:hAnsi="Cambria" w:cs="Arial"/>
                <w:b/>
              </w:rPr>
            </w:pPr>
            <w:r w:rsidRPr="00495447">
              <w:rPr>
                <w:rFonts w:ascii="Cambria" w:eastAsia="Calibri" w:hAnsi="Cambria" w:cs="Arial"/>
                <w:b/>
              </w:rPr>
              <w:t>Signatures</w:t>
            </w:r>
          </w:p>
        </w:tc>
      </w:tr>
      <w:tr w:rsidR="00782DC3" w:rsidRPr="006137BA" w:rsidTr="00BB79EF">
        <w:trPr>
          <w:jc w:val="center"/>
        </w:trPr>
        <w:tc>
          <w:tcPr>
            <w:tcW w:w="10815" w:type="dxa"/>
            <w:shd w:val="clear" w:color="auto" w:fill="auto"/>
            <w:vAlign w:val="center"/>
          </w:tcPr>
          <w:p w:rsidR="00782DC3" w:rsidRPr="00495447" w:rsidRDefault="00782DC3" w:rsidP="004E1F76">
            <w:pPr>
              <w:pStyle w:val="NoSpacing"/>
              <w:rPr>
                <w:rFonts w:ascii="Cambria" w:eastAsia="Calibri" w:hAnsi="Cambria"/>
                <w:b/>
                <w:sz w:val="18"/>
                <w:szCs w:val="18"/>
              </w:rPr>
            </w:pPr>
            <w:r w:rsidRPr="00495447">
              <w:rPr>
                <w:rFonts w:ascii="Cambria" w:eastAsia="Calibri" w:hAnsi="Cambria"/>
                <w:b/>
                <w:sz w:val="18"/>
                <w:szCs w:val="18"/>
              </w:rPr>
              <w:t>Staff Signature/Credentials/Date</w:t>
            </w:r>
          </w:p>
          <w:p w:rsidR="00782DC3" w:rsidRPr="006137BA" w:rsidRDefault="007334FD" w:rsidP="004E1F76">
            <w:pPr>
              <w:pStyle w:val="NoSpacing"/>
              <w:rPr>
                <w:rFonts w:ascii="Cambria" w:eastAsia="Calibri" w:hAnsi="Cambria"/>
                <w:sz w:val="16"/>
                <w:szCs w:val="16"/>
              </w:rPr>
            </w:pPr>
            <w:r w:rsidRPr="00495447">
              <w:rPr>
                <w:rFonts w:ascii="Cambria" w:eastAsia="Calibri" w:hAnsi="Cambria"/>
                <w:sz w:val="18"/>
                <w:szCs w:val="18"/>
              </w:rPr>
              <w:t>&amp;STFCONSENTX</w:t>
            </w:r>
            <w:r w:rsidR="00782DC3" w:rsidRPr="00495447">
              <w:rPr>
                <w:rFonts w:ascii="Cambria" w:eastAsia="Calibri" w:hAnsi="Cambria"/>
                <w:sz w:val="18"/>
                <w:szCs w:val="18"/>
              </w:rPr>
              <w:t>&amp;</w:t>
            </w:r>
          </w:p>
        </w:tc>
      </w:tr>
    </w:tbl>
    <w:p w:rsidR="00332776" w:rsidRPr="00332776" w:rsidRDefault="00332776" w:rsidP="00332776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382"/>
        <w:tblW w:w="10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047"/>
        <w:gridCol w:w="2881"/>
        <w:gridCol w:w="2882"/>
        <w:gridCol w:w="3004"/>
      </w:tblGrid>
      <w:tr w:rsidR="00BB79EF" w:rsidRPr="006137BA" w:rsidTr="00601AD1">
        <w:trPr>
          <w:trHeight w:val="288"/>
          <w:jc w:val="center"/>
        </w:trPr>
        <w:tc>
          <w:tcPr>
            <w:tcW w:w="10814" w:type="dxa"/>
            <w:gridSpan w:val="4"/>
            <w:shd w:val="clear" w:color="auto" w:fill="D9D9D9"/>
            <w:vAlign w:val="center"/>
            <w:hideMark/>
          </w:tcPr>
          <w:p w:rsidR="00BB79EF" w:rsidRPr="00495447" w:rsidRDefault="00BB79EF" w:rsidP="00BB79EF">
            <w:pPr>
              <w:pStyle w:val="Default"/>
              <w:spacing w:after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495447">
              <w:rPr>
                <w:rFonts w:ascii="Cambria" w:hAnsi="Cambria" w:cs="Arial"/>
                <w:b/>
                <w:sz w:val="22"/>
                <w:szCs w:val="22"/>
              </w:rPr>
              <w:t>Administrative Information</w:t>
            </w:r>
          </w:p>
        </w:tc>
      </w:tr>
      <w:tr w:rsidR="00BB79EF" w:rsidRPr="006137BA" w:rsidTr="00BB79EF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47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Reference No.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&amp;everef&amp;</w:t>
            </w:r>
          </w:p>
        </w:tc>
        <w:tc>
          <w:tcPr>
            <w:tcW w:w="2881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Date of Service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&amp;evefmm&amp;/&amp;evefdd&amp;/&amp;evefyr&amp;</w:t>
            </w:r>
          </w:p>
        </w:tc>
        <w:tc>
          <w:tcPr>
            <w:tcW w:w="2882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Service Code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&amp;evesrv&amp; - &amp;srvdsc&amp;</w:t>
            </w:r>
          </w:p>
        </w:tc>
        <w:tc>
          <w:tcPr>
            <w:tcW w:w="3004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Program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&amp;evetrt&amp; &amp;eveprg&amp; - &amp;eveprgdsc&amp;</w:t>
            </w:r>
          </w:p>
        </w:tc>
      </w:tr>
      <w:tr w:rsidR="00BB79EF" w:rsidRPr="006137BA" w:rsidTr="00BB79EF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47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Confirmation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&amp;evecnfdsc&amp;</w:t>
            </w:r>
          </w:p>
        </w:tc>
        <w:tc>
          <w:tcPr>
            <w:tcW w:w="2881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Start Time – Stop Time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&amp;evetim&amp; - &amp;eveend&amp;</w:t>
            </w:r>
          </w:p>
        </w:tc>
        <w:tc>
          <w:tcPr>
            <w:tcW w:w="2882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Sub-facility Code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&amp;evesfc&amp; - &amp;evesfcdsc&amp;</w:t>
            </w:r>
          </w:p>
        </w:tc>
        <w:tc>
          <w:tcPr>
            <w:tcW w:w="3004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Place of Service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&amp;eveplc&amp; - &amp;evepos&amp;</w:t>
            </w:r>
          </w:p>
        </w:tc>
      </w:tr>
    </w:tbl>
    <w:p w:rsidR="00431EE3" w:rsidRDefault="00431EE3" w:rsidP="00BB79EF">
      <w:pPr>
        <w:spacing w:after="0"/>
      </w:pPr>
    </w:p>
    <w:p w:rsidR="00EA544B" w:rsidRDefault="00EA544B" w:rsidP="00BB79EF">
      <w:pPr>
        <w:spacing w:after="0"/>
      </w:pPr>
    </w:p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Default="00EA544B" w:rsidP="00EA544B"/>
    <w:p w:rsidR="003840AD" w:rsidRPr="00EA544B" w:rsidRDefault="003840AD" w:rsidP="00EA544B">
      <w:pPr>
        <w:ind w:firstLine="720"/>
      </w:pPr>
    </w:p>
    <w:sectPr w:rsidR="003840AD" w:rsidRPr="00EA544B" w:rsidSect="00806386">
      <w:headerReference w:type="default" r:id="rId8"/>
      <w:footerReference w:type="default" r:id="rId9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246" w:rsidRDefault="008B4246">
      <w:r>
        <w:separator/>
      </w:r>
    </w:p>
  </w:endnote>
  <w:endnote w:type="continuationSeparator" w:id="0">
    <w:p w:rsidR="008B4246" w:rsidRDefault="008B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HZVM P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C95CBB" w:rsidRPr="00B4388F" w:rsidTr="00777456">
      <w:trPr>
        <w:jc w:val="center"/>
      </w:trPr>
      <w:tc>
        <w:tcPr>
          <w:tcW w:w="3858" w:type="dxa"/>
          <w:vAlign w:val="center"/>
        </w:tcPr>
        <w:p w:rsidR="00C95CBB" w:rsidRPr="00B4388F" w:rsidRDefault="00C95CBB" w:rsidP="002C688F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405IA 4/20</w:t>
          </w:r>
        </w:p>
      </w:tc>
      <w:tc>
        <w:tcPr>
          <w:tcW w:w="3859" w:type="dxa"/>
          <w:vAlign w:val="center"/>
        </w:tcPr>
        <w:p w:rsidR="00C95CBB" w:rsidRPr="00B4388F" w:rsidRDefault="00C95CBB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 w:rsidRPr="00B4388F"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C95CBB" w:rsidRPr="00B4388F" w:rsidRDefault="00C95CBB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B4388F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B4388F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605657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605657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C95CBB" w:rsidRPr="00A14250" w:rsidRDefault="00C95CBB" w:rsidP="007070FC">
    <w:pPr>
      <w:pStyle w:val="Footer"/>
      <w:spacing w:after="0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246" w:rsidRDefault="008B4246">
      <w:r>
        <w:separator/>
      </w:r>
    </w:p>
  </w:footnote>
  <w:footnote w:type="continuationSeparator" w:id="0">
    <w:p w:rsidR="008B4246" w:rsidRDefault="008B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C95CBB" w:rsidRPr="00B4388F" w:rsidTr="00777456">
      <w:trPr>
        <w:trHeight w:val="432"/>
        <w:jc w:val="center"/>
      </w:trPr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rPr>
              <w:rFonts w:ascii="Cambria" w:hAnsi="Cambria"/>
              <w:sz w:val="32"/>
              <w:szCs w:val="32"/>
            </w:rPr>
          </w:pPr>
          <w:r w:rsidRPr="00B4388F"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Initial Assessment </w:t>
          </w:r>
        </w:p>
      </w:tc>
    </w:tr>
    <w:tr w:rsidR="00C95CBB" w:rsidRPr="00B4388F" w:rsidTr="00777456">
      <w:trPr>
        <w:trHeight w:val="144"/>
        <w:jc w:val="center"/>
      </w:trPr>
      <w:tc>
        <w:tcPr>
          <w:tcW w:w="5788" w:type="dxa"/>
          <w:vAlign w:val="center"/>
        </w:tcPr>
        <w:p w:rsidR="00C95CBB" w:rsidRPr="00B4388F" w:rsidRDefault="00C95CBB" w:rsidP="00CD3807">
          <w:pPr>
            <w:pStyle w:val="Header"/>
            <w:spacing w:after="0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Pr="00B4388F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jc w:val="right"/>
            <w:rPr>
              <w:rFonts w:ascii="Cambria" w:hAnsi="Cambria"/>
              <w:sz w:val="28"/>
              <w:szCs w:val="28"/>
            </w:rPr>
          </w:pPr>
          <w:r w:rsidRPr="00B4388F">
            <w:rPr>
              <w:rFonts w:ascii="Cambria" w:hAnsi="Cambria"/>
              <w:sz w:val="16"/>
              <w:szCs w:val="16"/>
            </w:rPr>
            <w:t>Consumer ID:  &amp;cltcas&amp;</w:t>
          </w:r>
        </w:p>
      </w:tc>
    </w:tr>
  </w:tbl>
  <w:p w:rsidR="00C95CBB" w:rsidRPr="00BE2628" w:rsidRDefault="00C95CBB" w:rsidP="007070FC">
    <w:pPr>
      <w:pStyle w:val="Header"/>
      <w:spacing w:after="0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3A12"/>
    <w:multiLevelType w:val="hybridMultilevel"/>
    <w:tmpl w:val="F5E0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819AE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C29AC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805ED"/>
    <w:multiLevelType w:val="hybridMultilevel"/>
    <w:tmpl w:val="DE6A18D2"/>
    <w:lvl w:ilvl="0" w:tplc="B7DE6AC8">
      <w:start w:val="1"/>
      <w:numFmt w:val="bullet"/>
      <w:lvlText w:val=""/>
      <w:lvlJc w:val="left"/>
      <w:pPr>
        <w:ind w:left="43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3ABC00B3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05737"/>
    <w:multiLevelType w:val="hybridMultilevel"/>
    <w:tmpl w:val="41329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323C6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F1E83"/>
    <w:multiLevelType w:val="hybridMultilevel"/>
    <w:tmpl w:val="62140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12BD6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46"/>
    <w:rsid w:val="00012EA5"/>
    <w:rsid w:val="00017A81"/>
    <w:rsid w:val="000222EF"/>
    <w:rsid w:val="00024835"/>
    <w:rsid w:val="000336CD"/>
    <w:rsid w:val="00035DE8"/>
    <w:rsid w:val="00040A25"/>
    <w:rsid w:val="00043611"/>
    <w:rsid w:val="00045900"/>
    <w:rsid w:val="000507FD"/>
    <w:rsid w:val="00054B05"/>
    <w:rsid w:val="000633B3"/>
    <w:rsid w:val="0007257D"/>
    <w:rsid w:val="0007425C"/>
    <w:rsid w:val="00084406"/>
    <w:rsid w:val="000849E6"/>
    <w:rsid w:val="00087BCB"/>
    <w:rsid w:val="00090232"/>
    <w:rsid w:val="00090684"/>
    <w:rsid w:val="00093B79"/>
    <w:rsid w:val="000960E7"/>
    <w:rsid w:val="000A2E96"/>
    <w:rsid w:val="000A4BB3"/>
    <w:rsid w:val="000A79EF"/>
    <w:rsid w:val="000B3E76"/>
    <w:rsid w:val="000B52F3"/>
    <w:rsid w:val="000B5630"/>
    <w:rsid w:val="000C11F5"/>
    <w:rsid w:val="000C1DC9"/>
    <w:rsid w:val="000D09FD"/>
    <w:rsid w:val="000E132A"/>
    <w:rsid w:val="000E7561"/>
    <w:rsid w:val="001028A0"/>
    <w:rsid w:val="0010396A"/>
    <w:rsid w:val="00113C58"/>
    <w:rsid w:val="00116BC4"/>
    <w:rsid w:val="00117E71"/>
    <w:rsid w:val="00121E9C"/>
    <w:rsid w:val="00127654"/>
    <w:rsid w:val="00132AA0"/>
    <w:rsid w:val="001442A3"/>
    <w:rsid w:val="001460E6"/>
    <w:rsid w:val="0016105A"/>
    <w:rsid w:val="00163C67"/>
    <w:rsid w:val="0016528D"/>
    <w:rsid w:val="001717B6"/>
    <w:rsid w:val="00171C66"/>
    <w:rsid w:val="00182EE1"/>
    <w:rsid w:val="00190BE7"/>
    <w:rsid w:val="001A08D4"/>
    <w:rsid w:val="001A5536"/>
    <w:rsid w:val="001A5D98"/>
    <w:rsid w:val="001A60C2"/>
    <w:rsid w:val="001A6731"/>
    <w:rsid w:val="001C53F6"/>
    <w:rsid w:val="001C67EF"/>
    <w:rsid w:val="001D6B1F"/>
    <w:rsid w:val="001D7AF1"/>
    <w:rsid w:val="001E1997"/>
    <w:rsid w:val="001E3E36"/>
    <w:rsid w:val="001E7CEC"/>
    <w:rsid w:val="001F4BAA"/>
    <w:rsid w:val="001F5BB0"/>
    <w:rsid w:val="001F7434"/>
    <w:rsid w:val="001F79E9"/>
    <w:rsid w:val="001F7B3E"/>
    <w:rsid w:val="00206496"/>
    <w:rsid w:val="002078E1"/>
    <w:rsid w:val="00211984"/>
    <w:rsid w:val="0021589F"/>
    <w:rsid w:val="00221A31"/>
    <w:rsid w:val="00227692"/>
    <w:rsid w:val="00235B02"/>
    <w:rsid w:val="00235EB1"/>
    <w:rsid w:val="0023646B"/>
    <w:rsid w:val="00247710"/>
    <w:rsid w:val="0025066F"/>
    <w:rsid w:val="002610A2"/>
    <w:rsid w:val="002672D1"/>
    <w:rsid w:val="00276C3B"/>
    <w:rsid w:val="0028572C"/>
    <w:rsid w:val="00294626"/>
    <w:rsid w:val="00296A6F"/>
    <w:rsid w:val="002A121A"/>
    <w:rsid w:val="002A7B99"/>
    <w:rsid w:val="002B4EBF"/>
    <w:rsid w:val="002B6420"/>
    <w:rsid w:val="002C11B5"/>
    <w:rsid w:val="002C2637"/>
    <w:rsid w:val="002C688F"/>
    <w:rsid w:val="002D7B14"/>
    <w:rsid w:val="002E2E72"/>
    <w:rsid w:val="002E6C85"/>
    <w:rsid w:val="002F492D"/>
    <w:rsid w:val="003017EB"/>
    <w:rsid w:val="00301928"/>
    <w:rsid w:val="003112EB"/>
    <w:rsid w:val="00312623"/>
    <w:rsid w:val="00317903"/>
    <w:rsid w:val="003219CA"/>
    <w:rsid w:val="00327FA9"/>
    <w:rsid w:val="003302E2"/>
    <w:rsid w:val="00332776"/>
    <w:rsid w:val="003346CA"/>
    <w:rsid w:val="00341B69"/>
    <w:rsid w:val="00345F4D"/>
    <w:rsid w:val="003505CF"/>
    <w:rsid w:val="003532DC"/>
    <w:rsid w:val="003572C7"/>
    <w:rsid w:val="00363487"/>
    <w:rsid w:val="00374093"/>
    <w:rsid w:val="00374836"/>
    <w:rsid w:val="00375944"/>
    <w:rsid w:val="0038067C"/>
    <w:rsid w:val="00380841"/>
    <w:rsid w:val="00381055"/>
    <w:rsid w:val="003840AD"/>
    <w:rsid w:val="00385A6E"/>
    <w:rsid w:val="003B2D79"/>
    <w:rsid w:val="003B330C"/>
    <w:rsid w:val="003B5822"/>
    <w:rsid w:val="003B6ACB"/>
    <w:rsid w:val="003B75C1"/>
    <w:rsid w:val="003D074C"/>
    <w:rsid w:val="003E2ACF"/>
    <w:rsid w:val="003E7FE7"/>
    <w:rsid w:val="003F14C3"/>
    <w:rsid w:val="00400DC7"/>
    <w:rsid w:val="00411D67"/>
    <w:rsid w:val="004165E6"/>
    <w:rsid w:val="00420434"/>
    <w:rsid w:val="00420E96"/>
    <w:rsid w:val="00431100"/>
    <w:rsid w:val="00431EE3"/>
    <w:rsid w:val="00447681"/>
    <w:rsid w:val="004511FB"/>
    <w:rsid w:val="00452215"/>
    <w:rsid w:val="00454410"/>
    <w:rsid w:val="00460436"/>
    <w:rsid w:val="00460A40"/>
    <w:rsid w:val="00464478"/>
    <w:rsid w:val="004652AB"/>
    <w:rsid w:val="004764C7"/>
    <w:rsid w:val="004945A5"/>
    <w:rsid w:val="00495447"/>
    <w:rsid w:val="00497FC5"/>
    <w:rsid w:val="004A0103"/>
    <w:rsid w:val="004A5A72"/>
    <w:rsid w:val="004B19A5"/>
    <w:rsid w:val="004B228D"/>
    <w:rsid w:val="004C0EFB"/>
    <w:rsid w:val="004C66B5"/>
    <w:rsid w:val="004D165A"/>
    <w:rsid w:val="004D347F"/>
    <w:rsid w:val="004D3CA2"/>
    <w:rsid w:val="004D5CBD"/>
    <w:rsid w:val="004E13AF"/>
    <w:rsid w:val="004E1F76"/>
    <w:rsid w:val="004E562A"/>
    <w:rsid w:val="00501D7D"/>
    <w:rsid w:val="00510005"/>
    <w:rsid w:val="005145E1"/>
    <w:rsid w:val="00520602"/>
    <w:rsid w:val="005215B1"/>
    <w:rsid w:val="0052212B"/>
    <w:rsid w:val="00522BAC"/>
    <w:rsid w:val="005244C0"/>
    <w:rsid w:val="00524CD0"/>
    <w:rsid w:val="00526777"/>
    <w:rsid w:val="00536D7D"/>
    <w:rsid w:val="00537051"/>
    <w:rsid w:val="00540166"/>
    <w:rsid w:val="00542418"/>
    <w:rsid w:val="00544323"/>
    <w:rsid w:val="00551549"/>
    <w:rsid w:val="005645C8"/>
    <w:rsid w:val="00565986"/>
    <w:rsid w:val="00566382"/>
    <w:rsid w:val="0057421D"/>
    <w:rsid w:val="005829DE"/>
    <w:rsid w:val="00584868"/>
    <w:rsid w:val="0059227D"/>
    <w:rsid w:val="00594DD3"/>
    <w:rsid w:val="0059705D"/>
    <w:rsid w:val="005A5BCD"/>
    <w:rsid w:val="005B69B7"/>
    <w:rsid w:val="005D2CEB"/>
    <w:rsid w:val="005D4E42"/>
    <w:rsid w:val="005E0875"/>
    <w:rsid w:val="005E0ED2"/>
    <w:rsid w:val="005E2257"/>
    <w:rsid w:val="005E353D"/>
    <w:rsid w:val="005F0CA3"/>
    <w:rsid w:val="005F2A7D"/>
    <w:rsid w:val="005F3570"/>
    <w:rsid w:val="00601AD1"/>
    <w:rsid w:val="00605657"/>
    <w:rsid w:val="006137BA"/>
    <w:rsid w:val="006166BF"/>
    <w:rsid w:val="006238A9"/>
    <w:rsid w:val="00625E3E"/>
    <w:rsid w:val="00627BBB"/>
    <w:rsid w:val="00631E41"/>
    <w:rsid w:val="00640BAA"/>
    <w:rsid w:val="0065552F"/>
    <w:rsid w:val="006634B6"/>
    <w:rsid w:val="006665EE"/>
    <w:rsid w:val="00674D71"/>
    <w:rsid w:val="006769E6"/>
    <w:rsid w:val="00682B23"/>
    <w:rsid w:val="00683990"/>
    <w:rsid w:val="0068609C"/>
    <w:rsid w:val="006942DE"/>
    <w:rsid w:val="00695433"/>
    <w:rsid w:val="00696EB0"/>
    <w:rsid w:val="006A2E4B"/>
    <w:rsid w:val="006A619E"/>
    <w:rsid w:val="006A78B8"/>
    <w:rsid w:val="006B0C19"/>
    <w:rsid w:val="006B3EB6"/>
    <w:rsid w:val="006D1032"/>
    <w:rsid w:val="006D5C9A"/>
    <w:rsid w:val="006D7D83"/>
    <w:rsid w:val="006E0627"/>
    <w:rsid w:val="006E25C5"/>
    <w:rsid w:val="006E7E1F"/>
    <w:rsid w:val="006F2D07"/>
    <w:rsid w:val="006F7C2B"/>
    <w:rsid w:val="007070FC"/>
    <w:rsid w:val="00707479"/>
    <w:rsid w:val="00711A20"/>
    <w:rsid w:val="00713C9E"/>
    <w:rsid w:val="00722074"/>
    <w:rsid w:val="00722F76"/>
    <w:rsid w:val="00726964"/>
    <w:rsid w:val="007315F2"/>
    <w:rsid w:val="0073289D"/>
    <w:rsid w:val="007334FD"/>
    <w:rsid w:val="00734FCC"/>
    <w:rsid w:val="0074204D"/>
    <w:rsid w:val="0074262A"/>
    <w:rsid w:val="00761C79"/>
    <w:rsid w:val="00762A77"/>
    <w:rsid w:val="0076322F"/>
    <w:rsid w:val="007659BB"/>
    <w:rsid w:val="00773DC6"/>
    <w:rsid w:val="00774510"/>
    <w:rsid w:val="00775CE5"/>
    <w:rsid w:val="00777456"/>
    <w:rsid w:val="00780AB9"/>
    <w:rsid w:val="00782DC3"/>
    <w:rsid w:val="007918DB"/>
    <w:rsid w:val="0079348A"/>
    <w:rsid w:val="00795DBE"/>
    <w:rsid w:val="007A0A25"/>
    <w:rsid w:val="007A3E66"/>
    <w:rsid w:val="007B2D35"/>
    <w:rsid w:val="007B79A5"/>
    <w:rsid w:val="007C255B"/>
    <w:rsid w:val="007C31C1"/>
    <w:rsid w:val="007C5FFC"/>
    <w:rsid w:val="007D22F2"/>
    <w:rsid w:val="007D470F"/>
    <w:rsid w:val="007D5D46"/>
    <w:rsid w:val="007D74EC"/>
    <w:rsid w:val="007E07CD"/>
    <w:rsid w:val="007E1ADE"/>
    <w:rsid w:val="007E550A"/>
    <w:rsid w:val="007F2900"/>
    <w:rsid w:val="007F5863"/>
    <w:rsid w:val="007F6035"/>
    <w:rsid w:val="008013D2"/>
    <w:rsid w:val="00801A3C"/>
    <w:rsid w:val="00802114"/>
    <w:rsid w:val="00806386"/>
    <w:rsid w:val="008115DF"/>
    <w:rsid w:val="008200B4"/>
    <w:rsid w:val="008235BB"/>
    <w:rsid w:val="0082523C"/>
    <w:rsid w:val="00833345"/>
    <w:rsid w:val="00852E7C"/>
    <w:rsid w:val="00870A4C"/>
    <w:rsid w:val="0087449C"/>
    <w:rsid w:val="00876E0A"/>
    <w:rsid w:val="0088089A"/>
    <w:rsid w:val="00882D2C"/>
    <w:rsid w:val="00883E6B"/>
    <w:rsid w:val="00884E34"/>
    <w:rsid w:val="008912C6"/>
    <w:rsid w:val="00891C5E"/>
    <w:rsid w:val="00892A7F"/>
    <w:rsid w:val="00892FE3"/>
    <w:rsid w:val="00894100"/>
    <w:rsid w:val="008B1790"/>
    <w:rsid w:val="008B3285"/>
    <w:rsid w:val="008B4246"/>
    <w:rsid w:val="008B44C1"/>
    <w:rsid w:val="008B6445"/>
    <w:rsid w:val="008B6BC8"/>
    <w:rsid w:val="008D481C"/>
    <w:rsid w:val="008D4EC4"/>
    <w:rsid w:val="008E1B3B"/>
    <w:rsid w:val="008E3E4A"/>
    <w:rsid w:val="008F0B1F"/>
    <w:rsid w:val="008F6EF1"/>
    <w:rsid w:val="00906137"/>
    <w:rsid w:val="00933852"/>
    <w:rsid w:val="00935ACA"/>
    <w:rsid w:val="009378E5"/>
    <w:rsid w:val="0093792A"/>
    <w:rsid w:val="00941AB7"/>
    <w:rsid w:val="00943CF6"/>
    <w:rsid w:val="00944E20"/>
    <w:rsid w:val="00963948"/>
    <w:rsid w:val="009668A2"/>
    <w:rsid w:val="00971E28"/>
    <w:rsid w:val="00973746"/>
    <w:rsid w:val="00975F24"/>
    <w:rsid w:val="00977B06"/>
    <w:rsid w:val="0098085D"/>
    <w:rsid w:val="00981A3F"/>
    <w:rsid w:val="00986756"/>
    <w:rsid w:val="00991A78"/>
    <w:rsid w:val="00991B89"/>
    <w:rsid w:val="009954A9"/>
    <w:rsid w:val="00996C2A"/>
    <w:rsid w:val="009A5B7C"/>
    <w:rsid w:val="009A64EC"/>
    <w:rsid w:val="009B5FEF"/>
    <w:rsid w:val="009C005A"/>
    <w:rsid w:val="009C441C"/>
    <w:rsid w:val="009C4F60"/>
    <w:rsid w:val="009C6AA2"/>
    <w:rsid w:val="009E2139"/>
    <w:rsid w:val="009F0B60"/>
    <w:rsid w:val="009F1341"/>
    <w:rsid w:val="009F326B"/>
    <w:rsid w:val="009F50D6"/>
    <w:rsid w:val="009F586E"/>
    <w:rsid w:val="009F7223"/>
    <w:rsid w:val="00A06C9E"/>
    <w:rsid w:val="00A07104"/>
    <w:rsid w:val="00A14250"/>
    <w:rsid w:val="00A22F62"/>
    <w:rsid w:val="00A24786"/>
    <w:rsid w:val="00A33262"/>
    <w:rsid w:val="00A35C09"/>
    <w:rsid w:val="00A367E6"/>
    <w:rsid w:val="00A4019B"/>
    <w:rsid w:val="00A4184A"/>
    <w:rsid w:val="00A46BC6"/>
    <w:rsid w:val="00A5142B"/>
    <w:rsid w:val="00A53E25"/>
    <w:rsid w:val="00A605FC"/>
    <w:rsid w:val="00A61524"/>
    <w:rsid w:val="00A636B8"/>
    <w:rsid w:val="00A70AAE"/>
    <w:rsid w:val="00A73FC9"/>
    <w:rsid w:val="00A80341"/>
    <w:rsid w:val="00A805E0"/>
    <w:rsid w:val="00A837AB"/>
    <w:rsid w:val="00A907DF"/>
    <w:rsid w:val="00A90FD2"/>
    <w:rsid w:val="00AA27B2"/>
    <w:rsid w:val="00AA4306"/>
    <w:rsid w:val="00AA783F"/>
    <w:rsid w:val="00AB2AB5"/>
    <w:rsid w:val="00AC32E2"/>
    <w:rsid w:val="00AC4045"/>
    <w:rsid w:val="00AC6253"/>
    <w:rsid w:val="00AE7C85"/>
    <w:rsid w:val="00AF2BDA"/>
    <w:rsid w:val="00AF4F1C"/>
    <w:rsid w:val="00B052E0"/>
    <w:rsid w:val="00B063E9"/>
    <w:rsid w:val="00B116E5"/>
    <w:rsid w:val="00B20947"/>
    <w:rsid w:val="00B20D2F"/>
    <w:rsid w:val="00B24B4A"/>
    <w:rsid w:val="00B27192"/>
    <w:rsid w:val="00B275FA"/>
    <w:rsid w:val="00B318A9"/>
    <w:rsid w:val="00B34F88"/>
    <w:rsid w:val="00B415C5"/>
    <w:rsid w:val="00B4388F"/>
    <w:rsid w:val="00B51797"/>
    <w:rsid w:val="00B57CD2"/>
    <w:rsid w:val="00B60647"/>
    <w:rsid w:val="00B70EFF"/>
    <w:rsid w:val="00B75D43"/>
    <w:rsid w:val="00B761B3"/>
    <w:rsid w:val="00B82951"/>
    <w:rsid w:val="00B83352"/>
    <w:rsid w:val="00B83D24"/>
    <w:rsid w:val="00B954DF"/>
    <w:rsid w:val="00B95679"/>
    <w:rsid w:val="00BA0771"/>
    <w:rsid w:val="00BA10CE"/>
    <w:rsid w:val="00BA1F6E"/>
    <w:rsid w:val="00BA2D0E"/>
    <w:rsid w:val="00BB2792"/>
    <w:rsid w:val="00BB5DA4"/>
    <w:rsid w:val="00BB6068"/>
    <w:rsid w:val="00BB79EF"/>
    <w:rsid w:val="00BC4A3A"/>
    <w:rsid w:val="00BD6BE7"/>
    <w:rsid w:val="00BE2628"/>
    <w:rsid w:val="00BF65DC"/>
    <w:rsid w:val="00BF7FF5"/>
    <w:rsid w:val="00C11F38"/>
    <w:rsid w:val="00C120B5"/>
    <w:rsid w:val="00C14809"/>
    <w:rsid w:val="00C17EB2"/>
    <w:rsid w:val="00C22135"/>
    <w:rsid w:val="00C25A47"/>
    <w:rsid w:val="00C41B8B"/>
    <w:rsid w:val="00C428F1"/>
    <w:rsid w:val="00C43DAB"/>
    <w:rsid w:val="00C47BC6"/>
    <w:rsid w:val="00C5175C"/>
    <w:rsid w:val="00C5407C"/>
    <w:rsid w:val="00C61236"/>
    <w:rsid w:val="00C62E44"/>
    <w:rsid w:val="00C6307E"/>
    <w:rsid w:val="00C66520"/>
    <w:rsid w:val="00C666BD"/>
    <w:rsid w:val="00C72BF9"/>
    <w:rsid w:val="00C72CB8"/>
    <w:rsid w:val="00C76A56"/>
    <w:rsid w:val="00C81B9D"/>
    <w:rsid w:val="00C82932"/>
    <w:rsid w:val="00C83BA1"/>
    <w:rsid w:val="00C93000"/>
    <w:rsid w:val="00C93C0C"/>
    <w:rsid w:val="00C95CBB"/>
    <w:rsid w:val="00C96C32"/>
    <w:rsid w:val="00CA3690"/>
    <w:rsid w:val="00CA51F4"/>
    <w:rsid w:val="00CB4C47"/>
    <w:rsid w:val="00CC378C"/>
    <w:rsid w:val="00CC3CEB"/>
    <w:rsid w:val="00CC52BE"/>
    <w:rsid w:val="00CD0787"/>
    <w:rsid w:val="00CD186E"/>
    <w:rsid w:val="00CD3807"/>
    <w:rsid w:val="00CD424C"/>
    <w:rsid w:val="00CD4DB1"/>
    <w:rsid w:val="00CD50D1"/>
    <w:rsid w:val="00CD538F"/>
    <w:rsid w:val="00CD7522"/>
    <w:rsid w:val="00D00154"/>
    <w:rsid w:val="00D14CAC"/>
    <w:rsid w:val="00D20E39"/>
    <w:rsid w:val="00D221A1"/>
    <w:rsid w:val="00D25190"/>
    <w:rsid w:val="00D266F3"/>
    <w:rsid w:val="00D30C6A"/>
    <w:rsid w:val="00D37DFC"/>
    <w:rsid w:val="00D44410"/>
    <w:rsid w:val="00D506C4"/>
    <w:rsid w:val="00D55810"/>
    <w:rsid w:val="00D60553"/>
    <w:rsid w:val="00D6130C"/>
    <w:rsid w:val="00D6219C"/>
    <w:rsid w:val="00D6450F"/>
    <w:rsid w:val="00D670F7"/>
    <w:rsid w:val="00D67469"/>
    <w:rsid w:val="00D7176B"/>
    <w:rsid w:val="00D77C4C"/>
    <w:rsid w:val="00D80ADF"/>
    <w:rsid w:val="00D95CF8"/>
    <w:rsid w:val="00D95FDE"/>
    <w:rsid w:val="00DA123A"/>
    <w:rsid w:val="00DA16B6"/>
    <w:rsid w:val="00DA1C70"/>
    <w:rsid w:val="00DA4AFD"/>
    <w:rsid w:val="00DB09D0"/>
    <w:rsid w:val="00DC5A9A"/>
    <w:rsid w:val="00DD3BFF"/>
    <w:rsid w:val="00DD44E6"/>
    <w:rsid w:val="00DD4577"/>
    <w:rsid w:val="00DD5757"/>
    <w:rsid w:val="00DD7E0D"/>
    <w:rsid w:val="00DE2539"/>
    <w:rsid w:val="00DE6A69"/>
    <w:rsid w:val="00DF240A"/>
    <w:rsid w:val="00DF2B85"/>
    <w:rsid w:val="00E01E27"/>
    <w:rsid w:val="00E06C4F"/>
    <w:rsid w:val="00E1428C"/>
    <w:rsid w:val="00E276B5"/>
    <w:rsid w:val="00E32C79"/>
    <w:rsid w:val="00E46228"/>
    <w:rsid w:val="00E46EE4"/>
    <w:rsid w:val="00E50122"/>
    <w:rsid w:val="00E503AD"/>
    <w:rsid w:val="00E50624"/>
    <w:rsid w:val="00E50CA7"/>
    <w:rsid w:val="00E6121E"/>
    <w:rsid w:val="00E74368"/>
    <w:rsid w:val="00E8038B"/>
    <w:rsid w:val="00E83567"/>
    <w:rsid w:val="00E836F8"/>
    <w:rsid w:val="00E8557E"/>
    <w:rsid w:val="00E90A3A"/>
    <w:rsid w:val="00E9137A"/>
    <w:rsid w:val="00E94C00"/>
    <w:rsid w:val="00E951FC"/>
    <w:rsid w:val="00EA27DE"/>
    <w:rsid w:val="00EA52A8"/>
    <w:rsid w:val="00EA544B"/>
    <w:rsid w:val="00EB0160"/>
    <w:rsid w:val="00EB0A51"/>
    <w:rsid w:val="00EC2CFA"/>
    <w:rsid w:val="00EC356C"/>
    <w:rsid w:val="00ED4781"/>
    <w:rsid w:val="00ED6AFD"/>
    <w:rsid w:val="00ED7416"/>
    <w:rsid w:val="00EE2FC8"/>
    <w:rsid w:val="00EF11A5"/>
    <w:rsid w:val="00F135A8"/>
    <w:rsid w:val="00F138E5"/>
    <w:rsid w:val="00F230A9"/>
    <w:rsid w:val="00F32917"/>
    <w:rsid w:val="00F345CE"/>
    <w:rsid w:val="00F42261"/>
    <w:rsid w:val="00F47BAB"/>
    <w:rsid w:val="00F51072"/>
    <w:rsid w:val="00F65066"/>
    <w:rsid w:val="00F661B7"/>
    <w:rsid w:val="00F71EA8"/>
    <w:rsid w:val="00F7345A"/>
    <w:rsid w:val="00F73F83"/>
    <w:rsid w:val="00F743D7"/>
    <w:rsid w:val="00F77B9B"/>
    <w:rsid w:val="00F80FC1"/>
    <w:rsid w:val="00F85EE8"/>
    <w:rsid w:val="00F90942"/>
    <w:rsid w:val="00F911CF"/>
    <w:rsid w:val="00F93F29"/>
    <w:rsid w:val="00F9678A"/>
    <w:rsid w:val="00F968F2"/>
    <w:rsid w:val="00FA6ED7"/>
    <w:rsid w:val="00FB1218"/>
    <w:rsid w:val="00FB3391"/>
    <w:rsid w:val="00FB4667"/>
    <w:rsid w:val="00FB7010"/>
    <w:rsid w:val="00FC425B"/>
    <w:rsid w:val="00FC7794"/>
    <w:rsid w:val="00FC77CB"/>
    <w:rsid w:val="00FD7F50"/>
    <w:rsid w:val="00FE0531"/>
    <w:rsid w:val="00FF353B"/>
    <w:rsid w:val="00FF3DC1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EFEDE6E8-84E7-4A4C-916D-216ED0D7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DC6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DC6"/>
    <w:pPr>
      <w:keepNext/>
      <w:keepLines/>
      <w:spacing w:before="400" w:after="40" w:line="240" w:lineRule="auto"/>
      <w:outlineLvl w:val="0"/>
    </w:pPr>
    <w:rPr>
      <w:rFonts w:ascii="Calibri Light" w:eastAsia="SimSun" w:hAnsi="Calibri Light"/>
      <w:color w:val="1F4E7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DC6"/>
    <w:pPr>
      <w:keepNext/>
      <w:keepLines/>
      <w:spacing w:before="40" w:after="0" w:line="240" w:lineRule="auto"/>
      <w:outlineLvl w:val="1"/>
    </w:pPr>
    <w:rPr>
      <w:rFonts w:ascii="Calibri Light" w:eastAsia="SimSun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DC6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DC6"/>
    <w:pPr>
      <w:keepNext/>
      <w:keepLines/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DC6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DC6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DC6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DC6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DC6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160" w:line="259" w:lineRule="auto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773DC6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73DC6"/>
    <w:rPr>
      <w:rFonts w:ascii="Calibri Light" w:eastAsia="SimSun" w:hAnsi="Calibri Light" w:cs="Times New Roman"/>
      <w:color w:val="1F4E79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773DC6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773DC6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773DC6"/>
    <w:rPr>
      <w:rFonts w:ascii="Calibri Light" w:eastAsia="SimSun" w:hAnsi="Calibri Light" w:cs="Times New Roman"/>
      <w:color w:val="2E74B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773DC6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773DC6"/>
    <w:rPr>
      <w:rFonts w:ascii="Calibri Light" w:eastAsia="SimSun" w:hAnsi="Calibri Light" w:cs="Times New Roman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773DC6"/>
    <w:rPr>
      <w:rFonts w:ascii="Calibri Light" w:eastAsia="SimSun" w:hAnsi="Calibri Light" w:cs="Times New Roman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773DC6"/>
    <w:rPr>
      <w:rFonts w:ascii="Calibri Light" w:eastAsia="SimSun" w:hAnsi="Calibri Light" w:cs="Times New Roman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773DC6"/>
    <w:rPr>
      <w:rFonts w:ascii="Calibri Light" w:eastAsia="SimSun" w:hAnsi="Calibri Light" w:cs="Times New Roman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3DC6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773DC6"/>
    <w:pPr>
      <w:spacing w:after="0" w:line="204" w:lineRule="auto"/>
      <w:contextualSpacing/>
    </w:pPr>
    <w:rPr>
      <w:rFonts w:ascii="Calibri Light" w:eastAsia="SimSun" w:hAnsi="Calibri Light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773DC6"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DC6"/>
    <w:pPr>
      <w:numPr>
        <w:ilvl w:val="1"/>
      </w:numPr>
      <w:spacing w:after="240" w:line="240" w:lineRule="auto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773DC6"/>
    <w:rPr>
      <w:rFonts w:ascii="Calibri Light" w:eastAsia="SimSun" w:hAnsi="Calibri Light" w:cs="Times New Roman"/>
      <w:color w:val="5B9BD5"/>
      <w:sz w:val="28"/>
      <w:szCs w:val="28"/>
    </w:rPr>
  </w:style>
  <w:style w:type="character" w:styleId="Strong">
    <w:name w:val="Strong"/>
    <w:qFormat/>
    <w:rsid w:val="00773DC6"/>
    <w:rPr>
      <w:b/>
      <w:bCs/>
    </w:rPr>
  </w:style>
  <w:style w:type="character" w:styleId="Emphasis">
    <w:name w:val="Emphasis"/>
    <w:uiPriority w:val="20"/>
    <w:qFormat/>
    <w:rsid w:val="00773DC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773DC6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Quote"/>
    <w:uiPriority w:val="29"/>
    <w:rsid w:val="00773DC6"/>
    <w:rPr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DC6"/>
    <w:pPr>
      <w:spacing w:before="100" w:beforeAutospacing="1" w:after="240" w:line="240" w:lineRule="auto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773DC6"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773DC6"/>
    <w:rPr>
      <w:i/>
      <w:iCs/>
      <w:color w:val="595959"/>
    </w:rPr>
  </w:style>
  <w:style w:type="character" w:styleId="IntenseEmphasis">
    <w:name w:val="Intense Emphasis"/>
    <w:uiPriority w:val="21"/>
    <w:qFormat/>
    <w:rsid w:val="00773DC6"/>
    <w:rPr>
      <w:b/>
      <w:bCs/>
      <w:i/>
      <w:iCs/>
    </w:rPr>
  </w:style>
  <w:style w:type="character" w:styleId="SubtleReference">
    <w:name w:val="Subtle Reference"/>
    <w:uiPriority w:val="31"/>
    <w:qFormat/>
    <w:rsid w:val="00773DC6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773DC6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773DC6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3DC6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0222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.HCI.005\AppData\Local\Microsoft\Windows\Temporary%20Internet%20Files\Content.IE5\7UGJOL3I\405IA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CBABE98C-0B3D-452D-9DE7-AB58267340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96530A-6E9C-405A-AF4F-B55BD98317E7}"/>
</file>

<file path=customXml/itemProps3.xml><?xml version="1.0" encoding="utf-8"?>
<ds:datastoreItem xmlns:ds="http://schemas.openxmlformats.org/officeDocument/2006/customXml" ds:itemID="{360AC453-E917-4F68-B5E5-810663B19C27}"/>
</file>

<file path=customXml/itemProps4.xml><?xml version="1.0" encoding="utf-8"?>
<ds:datastoreItem xmlns:ds="http://schemas.openxmlformats.org/officeDocument/2006/customXml" ds:itemID="{F5CEA1D9-94B1-472C-87CB-5AEA68E5C495}"/>
</file>

<file path=docProps/app.xml><?xml version="1.0" encoding="utf-8"?>
<Properties xmlns="http://schemas.openxmlformats.org/officeDocument/2006/extended-properties" xmlns:vt="http://schemas.openxmlformats.org/officeDocument/2006/docPropsVTypes">
  <Template>405IA[1]</Template>
  <TotalTime>1</TotalTime>
  <Pages>4</Pages>
  <Words>1234</Words>
  <Characters>9624</Characters>
  <Application>Microsoft Office Word</Application>
  <DocSecurity>0</DocSecurity>
  <Lines>80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2017-10-02T19:17:00Z</cp:lastPrinted>
  <dcterms:created xsi:type="dcterms:W3CDTF">2020-07-20T17:15:00Z</dcterms:created>
  <dcterms:modified xsi:type="dcterms:W3CDTF">2020-07-20T17:15:00Z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209000</vt:r8>
  </property>
</Properties>
</file>